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2E31C" w14:textId="5F2B3E7C" w:rsidR="00BB49A4" w:rsidRPr="000C5B03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0C5B03">
        <w:rPr>
          <w:rFonts w:ascii="Arial" w:hAnsi="Arial" w:cs="Arial"/>
          <w:color w:val="000000"/>
          <w:sz w:val="22"/>
          <w:szCs w:val="22"/>
          <w:lang w:val="en-US"/>
        </w:rPr>
        <w:t xml:space="preserve">Markgröningen, </w:t>
      </w:r>
      <w:proofErr w:type="gramStart"/>
      <w:r w:rsidRPr="000C5B03">
        <w:rPr>
          <w:rFonts w:ascii="Arial" w:hAnsi="Arial" w:cs="Arial"/>
          <w:color w:val="000000"/>
          <w:sz w:val="22"/>
          <w:szCs w:val="22"/>
          <w:lang w:val="en-US"/>
        </w:rPr>
        <w:t>a</w:t>
      </w:r>
      <w:proofErr w:type="gramEnd"/>
      <w:r w:rsidRPr="000C5B03">
        <w:rPr>
          <w:rFonts w:ascii="Arial" w:hAnsi="Arial" w:cs="Arial"/>
          <w:color w:val="000000"/>
          <w:sz w:val="22"/>
          <w:szCs w:val="22"/>
          <w:lang w:val="en-US"/>
        </w:rPr>
        <w:t xml:space="preserve"> 18/06/2018</w:t>
      </w:r>
    </w:p>
    <w:p w14:paraId="4C6F9F7C" w14:textId="1C31108F" w:rsidR="009A7549" w:rsidRPr="000C5B03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0C5B03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  <w:t xml:space="preserve">Los muelles neumáticos, ahora en norelem también disponibles en versiones de acero inoxidable </w:t>
      </w:r>
    </w:p>
    <w:p w14:paraId="71462A9D" w14:textId="77777777" w:rsidR="007F3712" w:rsidRPr="000C5B03" w:rsidRDefault="00F27460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C5B0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Modelos de baja corrosión y sin mantenimiento para numerosas aplicaciones</w:t>
      </w:r>
    </w:p>
    <w:p w14:paraId="2BDDCFAF" w14:textId="77777777" w:rsidR="00BC1947" w:rsidRPr="000C5B03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C5B03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77752FC8" w14:textId="77777777" w:rsidR="00AA6661" w:rsidRPr="000C5B03" w:rsidRDefault="00E4663A" w:rsidP="00AA6661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0C5B03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Los nuevos muelles neumáticos de acero inoxidable están disponibles adicionalmente a los modelos </w:t>
      </w:r>
      <w:proofErr w:type="gramStart"/>
      <w:r w:rsidRPr="000C5B03">
        <w:rPr>
          <w:rFonts w:ascii="Arial" w:hAnsi="Arial" w:cs="Arial"/>
          <w:b/>
          <w:color w:val="000000"/>
          <w:sz w:val="22"/>
          <w:szCs w:val="22"/>
          <w:lang w:val="en-US"/>
        </w:rPr>
        <w:t>corrientes</w:t>
      </w:r>
      <w:proofErr w:type="gramEnd"/>
      <w:r w:rsidRPr="000C5B03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de acero. Con </w:t>
      </w:r>
      <w:proofErr w:type="gramStart"/>
      <w:r w:rsidRPr="000C5B03">
        <w:rPr>
          <w:rFonts w:ascii="Arial" w:hAnsi="Arial" w:cs="Arial"/>
          <w:b/>
          <w:color w:val="000000"/>
          <w:sz w:val="22"/>
          <w:szCs w:val="22"/>
          <w:lang w:val="en-US"/>
        </w:rPr>
        <w:t>este</w:t>
      </w:r>
      <w:proofErr w:type="gramEnd"/>
      <w:r w:rsidRPr="000C5B03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añadido, norelem completa su gama con unos componentes especialmente resistentes a la corrosión aptos, entre otros usos, para aplicaciones en la industria alimentaria.</w:t>
      </w:r>
    </w:p>
    <w:p w14:paraId="65B7093C" w14:textId="77777777" w:rsidR="00A85F00" w:rsidRPr="000C5B03" w:rsidRDefault="00A85F00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9EA2D1F" w14:textId="77777777" w:rsidR="00AA21AB" w:rsidRPr="000C5B03" w:rsidRDefault="00706E84" w:rsidP="00AA21AB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>El vástago de pistón de los muelles neumáticos es de acero inoxidable 1.4305 y el tubo de presión es de acero inoxidable 1.4301. Como fluido de carga se utiliza nitrógeno y un aceite que cumple la normativa 21 CFR 178.3570 „Lubricants with incidental food contact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“ (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Lubricantes con contacto incidental con alimentos) de la FDA. Por ello, estos muelles neumáticos también pueden utilizarse en áreas de procesamiento de alimentos. No requieren absolutamente ningún mantenimiento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durante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toda su vida útil y son aptos para temperaturas de servicio de -20 °C a +80 °C.</w:t>
      </w:r>
    </w:p>
    <w:p w14:paraId="67D1CE6F" w14:textId="77777777" w:rsidR="00AA21AB" w:rsidRPr="000C5B03" w:rsidRDefault="00AA21AB" w:rsidP="00706E84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6E95FCC" w14:textId="77777777" w:rsidR="00AA21AB" w:rsidRPr="000C5B03" w:rsidRDefault="00AA21AB" w:rsidP="00AA21AB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 xml:space="preserve">Los muelles neumáticos tienen de serie un vástago de pistón con un diámetro entre 6 y 14 mm y carreras de 40 a 400 mm. Llevan por los dos lados roscas de empalme para alojar las más diversas piezas de conexión. La gran variedad de piezas de conexión y herraje de acero inoxidable facilitan el montaje y abren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campo de aplicación universal a estos muelles neumáticos.</w:t>
      </w:r>
    </w:p>
    <w:p w14:paraId="720D0F64" w14:textId="77777777" w:rsidR="00AA21AB" w:rsidRPr="000C5B03" w:rsidRDefault="00AA21AB" w:rsidP="00AA21AB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A1459F3" w14:textId="77777777" w:rsidR="00706E84" w:rsidRPr="000C5B03" w:rsidRDefault="00E21A71" w:rsidP="00706E84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lastRenderedPageBreak/>
        <w:t xml:space="preserve">Especialmente cómodo: a demanda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del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cliente, norelem rellena los muelles neumáticos con la presión de gas requerida individualmente. Así el cliente recibe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componente listo para instalar. En caso necesario, las fuerzas de extensión se pueden reducir con posterioridad a través de la válvula de llenado integrada.</w:t>
      </w:r>
      <w:r w:rsidRPr="000C5B03">
        <w:rPr>
          <w:rFonts w:ascii="Arial" w:hAnsi="Arial" w:cs="Arial"/>
          <w:sz w:val="22"/>
          <w:szCs w:val="22"/>
          <w:lang w:val="en-US"/>
        </w:rPr>
        <w:br/>
      </w:r>
    </w:p>
    <w:p w14:paraId="79CBAB65" w14:textId="77777777" w:rsidR="00706E84" w:rsidRPr="000C5B03" w:rsidRDefault="00706E84" w:rsidP="00706E84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 xml:space="preserve">Los muelles neumáticos permiten mover y frenar masas de forma controlada y sin esfuerzo. Así por ejemplo, se encargan de abrir, cerrar y ajustar con toda comodidad tapas, compuertas y cubiertas. Se utilizan en la construcción de máquinas, la industria de muebles, así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como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en los electrodomésticos y aparatos de ocio y deportivos. </w:t>
      </w:r>
    </w:p>
    <w:p w14:paraId="157B4618" w14:textId="77777777" w:rsidR="0070355E" w:rsidRPr="000C5B03" w:rsidRDefault="0070355E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53CB8B2" w14:textId="43D93D1F" w:rsidR="00351471" w:rsidRPr="000C5B03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>Cara</w:t>
      </w:r>
      <w:r w:rsidR="000C5B03">
        <w:rPr>
          <w:rFonts w:ascii="Arial" w:hAnsi="Arial" w:cs="Arial"/>
          <w:sz w:val="22"/>
          <w:szCs w:val="22"/>
          <w:lang w:val="en-US"/>
        </w:rPr>
        <w:t>cteres con espacios en blanco: 2.040</w:t>
      </w:r>
    </w:p>
    <w:p w14:paraId="7586646B" w14:textId="77777777" w:rsidR="009A7549" w:rsidRPr="000C5B03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3FC76252" w14:textId="77777777" w:rsidR="00FD69D2" w:rsidRPr="000C5B03" w:rsidRDefault="00FD69D2" w:rsidP="00FD69D2">
      <w:pPr>
        <w:rPr>
          <w:rFonts w:ascii="Arial" w:hAnsi="Arial" w:cs="Arial"/>
          <w:lang w:val="en-US"/>
        </w:rPr>
      </w:pPr>
    </w:p>
    <w:p w14:paraId="5F13AA98" w14:textId="77777777" w:rsidR="009F6BD9" w:rsidRPr="000C5B03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0C5B03">
        <w:rPr>
          <w:rFonts w:ascii="Arial" w:hAnsi="Arial" w:cs="Arial"/>
          <w:i w:val="0"/>
          <w:iCs w:val="0"/>
          <w:sz w:val="22"/>
          <w:szCs w:val="22"/>
          <w:lang w:val="en-US"/>
        </w:rPr>
        <w:t>Breve descripción de norelem Normelemente KG</w:t>
      </w:r>
    </w:p>
    <w:p w14:paraId="10847C03" w14:textId="77777777" w:rsidR="00FD69D2" w:rsidRPr="000C5B03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 xml:space="preserve">Todos los éxitos se basan en buenas ideas. Por eso, norelem le apoya con una selección sin igual de piezas estándar y componentes para que pueda poner en práctica todos sus proyectos y alcanzar sus metas en la construcción de máquinas, plantas e instalaciones. THE BIG GREEN BOOK ofrece a los constructores y técnicos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surtido completo, tan amplio como bien organizado, de piezas de alta calidad.</w:t>
      </w:r>
    </w:p>
    <w:p w14:paraId="45963D0E" w14:textId="77777777" w:rsidR="00FD69D2" w:rsidRPr="000C5B03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FB1243E" w14:textId="77777777" w:rsidR="00FD69D2" w:rsidRPr="000C5B03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 xml:space="preserve">Le acompañamos en su proyecto desde el principio. Con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asesoramiento competente, una completa base de datos CAD y un rápido suministro. 60 años lleva norelem creciendo de forma dinámica en todos los aspectos, desde la ampliación continua de su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gama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de productos hasta la optimización permanente de la logística.</w:t>
      </w:r>
    </w:p>
    <w:p w14:paraId="39C8366A" w14:textId="77777777" w:rsidR="00FD69D2" w:rsidRPr="000C5B03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0DC5CD2" w14:textId="77777777" w:rsidR="001E1753" w:rsidRPr="000C5B03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 xml:space="preserve">Desde la sede central en Markgröningen y nuestras sedes internacionales desempeñamos </w:t>
      </w:r>
      <w:proofErr w:type="gramStart"/>
      <w:r w:rsidRPr="000C5B03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C5B03">
        <w:rPr>
          <w:rFonts w:ascii="Arial" w:hAnsi="Arial" w:cs="Arial"/>
          <w:sz w:val="22"/>
          <w:szCs w:val="22"/>
          <w:lang w:val="en-US"/>
        </w:rPr>
        <w:t xml:space="preserve"> activo papel en la promoción </w:t>
      </w:r>
      <w:r w:rsidRPr="000C5B03">
        <w:rPr>
          <w:rFonts w:ascii="Arial" w:hAnsi="Arial" w:cs="Arial"/>
          <w:sz w:val="22"/>
          <w:szCs w:val="22"/>
          <w:lang w:val="en-US"/>
        </w:rPr>
        <w:lastRenderedPageBreak/>
        <w:t xml:space="preserve">de las nuevas generaciones mediante capacitaciones, formaciones y talleres. </w:t>
      </w:r>
    </w:p>
    <w:p w14:paraId="30E1B5BD" w14:textId="77777777" w:rsidR="00FD69D2" w:rsidRPr="000C5B03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14E3A9C" w14:textId="0FC30365" w:rsidR="00AC357F" w:rsidRPr="000C5B03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0C5B03">
        <w:rPr>
          <w:rFonts w:ascii="Arial" w:hAnsi="Arial" w:cs="Arial"/>
          <w:sz w:val="22"/>
          <w:szCs w:val="22"/>
          <w:lang w:val="en-US"/>
        </w:rPr>
        <w:t>Carac</w:t>
      </w:r>
      <w:r w:rsidR="000C5B03">
        <w:rPr>
          <w:rFonts w:ascii="Arial" w:hAnsi="Arial" w:cs="Arial"/>
          <w:sz w:val="22"/>
          <w:szCs w:val="22"/>
          <w:lang w:val="en-US"/>
        </w:rPr>
        <w:t>teres con espacios en blanco: 903</w:t>
      </w:r>
      <w:bookmarkStart w:id="0" w:name="_GoBack"/>
      <w:bookmarkEnd w:id="0"/>
    </w:p>
    <w:sectPr w:rsidR="00AC357F" w:rsidRPr="000C5B03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663F9" w14:textId="77777777" w:rsidR="00BA48A6" w:rsidRDefault="00BA48A6">
      <w:r>
        <w:separator/>
      </w:r>
    </w:p>
  </w:endnote>
  <w:endnote w:type="continuationSeparator" w:id="0">
    <w:p w14:paraId="22345DE8" w14:textId="77777777" w:rsidR="00BA48A6" w:rsidRDefault="00BA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509A2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77F92CB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5F3F8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0C5B03">
      <w:rPr>
        <w:rStyle w:val="Seitenzahl"/>
        <w:rFonts w:ascii="Arial" w:hAnsi="Arial" w:cs="Arial"/>
        <w:noProof/>
      </w:rPr>
      <w:t>3</w:t>
    </w:r>
    <w:r w:rsidRPr="006752F3">
      <w:rPr>
        <w:rStyle w:val="Seitenzahl"/>
        <w:rFonts w:ascii="Arial" w:hAnsi="Arial" w:cs="Arial"/>
      </w:rPr>
      <w:fldChar w:fldCharType="end"/>
    </w:r>
  </w:p>
  <w:p w14:paraId="7FBD63F5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E0AF5" w14:textId="77777777" w:rsidR="00BA48A6" w:rsidRDefault="00BA48A6">
      <w:r>
        <w:separator/>
      </w:r>
    </w:p>
  </w:footnote>
  <w:footnote w:type="continuationSeparator" w:id="0">
    <w:p w14:paraId="3B292975" w14:textId="77777777" w:rsidR="00BA48A6" w:rsidRDefault="00BA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1545A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B7DD119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44CB5BBD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488B2937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1DB90EBB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5F76D70D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6D24F39F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3DA31C2A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357C4569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7B7F91ED" w14:textId="71E02249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BF80DFD" wp14:editId="763DA20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Nota de prensa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Junio 2018</w:t>
    </w:r>
  </w:p>
  <w:p w14:paraId="680E278F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02107989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6.25pt;height:6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453F0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735C1"/>
    <w:rsid w:val="0008032B"/>
    <w:rsid w:val="00080882"/>
    <w:rsid w:val="00081E9F"/>
    <w:rsid w:val="000868C9"/>
    <w:rsid w:val="000902B0"/>
    <w:rsid w:val="00090B77"/>
    <w:rsid w:val="00091E03"/>
    <w:rsid w:val="00092EAB"/>
    <w:rsid w:val="00094402"/>
    <w:rsid w:val="00094566"/>
    <w:rsid w:val="00094A9A"/>
    <w:rsid w:val="0009549F"/>
    <w:rsid w:val="00096339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B6DC9"/>
    <w:rsid w:val="000C0459"/>
    <w:rsid w:val="000C2045"/>
    <w:rsid w:val="000C3323"/>
    <w:rsid w:val="000C4021"/>
    <w:rsid w:val="000C4324"/>
    <w:rsid w:val="000C4BD1"/>
    <w:rsid w:val="000C5608"/>
    <w:rsid w:val="000C5B03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0F5DCD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00A1"/>
    <w:rsid w:val="001719DA"/>
    <w:rsid w:val="0017278D"/>
    <w:rsid w:val="001727DD"/>
    <w:rsid w:val="0017390C"/>
    <w:rsid w:val="00173B93"/>
    <w:rsid w:val="001740C5"/>
    <w:rsid w:val="00175601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CAB"/>
    <w:rsid w:val="001A4E26"/>
    <w:rsid w:val="001A6968"/>
    <w:rsid w:val="001A7894"/>
    <w:rsid w:val="001A7919"/>
    <w:rsid w:val="001B21D7"/>
    <w:rsid w:val="001B2D07"/>
    <w:rsid w:val="001B3804"/>
    <w:rsid w:val="001B4151"/>
    <w:rsid w:val="001B4779"/>
    <w:rsid w:val="001B4811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3D8C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1669"/>
    <w:rsid w:val="003038CE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22F3"/>
    <w:rsid w:val="00363E41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724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56233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A0295"/>
    <w:rsid w:val="004A2086"/>
    <w:rsid w:val="004A36FC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A02"/>
    <w:rsid w:val="00527F69"/>
    <w:rsid w:val="005315E5"/>
    <w:rsid w:val="00531F5E"/>
    <w:rsid w:val="00532D88"/>
    <w:rsid w:val="00532E82"/>
    <w:rsid w:val="005345D1"/>
    <w:rsid w:val="005359C4"/>
    <w:rsid w:val="005362E1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4C19"/>
    <w:rsid w:val="005B6197"/>
    <w:rsid w:val="005C0018"/>
    <w:rsid w:val="005C1299"/>
    <w:rsid w:val="005C51A2"/>
    <w:rsid w:val="005C63F9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5E"/>
    <w:rsid w:val="007035EF"/>
    <w:rsid w:val="00705033"/>
    <w:rsid w:val="00705A92"/>
    <w:rsid w:val="00705B55"/>
    <w:rsid w:val="00705C78"/>
    <w:rsid w:val="00706E84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0BEA"/>
    <w:rsid w:val="00733866"/>
    <w:rsid w:val="00733AE8"/>
    <w:rsid w:val="0073537C"/>
    <w:rsid w:val="00736BF6"/>
    <w:rsid w:val="007372EE"/>
    <w:rsid w:val="00741BAC"/>
    <w:rsid w:val="00744732"/>
    <w:rsid w:val="0074559A"/>
    <w:rsid w:val="00747880"/>
    <w:rsid w:val="00751D3B"/>
    <w:rsid w:val="00752107"/>
    <w:rsid w:val="007521A5"/>
    <w:rsid w:val="007630D4"/>
    <w:rsid w:val="00766A58"/>
    <w:rsid w:val="00766F67"/>
    <w:rsid w:val="00773CE3"/>
    <w:rsid w:val="0077424E"/>
    <w:rsid w:val="00775F7E"/>
    <w:rsid w:val="007765F2"/>
    <w:rsid w:val="00777C47"/>
    <w:rsid w:val="007812CE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5A54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5C4A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0D42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07A32"/>
    <w:rsid w:val="009117D3"/>
    <w:rsid w:val="00914D4A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2B5B"/>
    <w:rsid w:val="009652FE"/>
    <w:rsid w:val="00965CAE"/>
    <w:rsid w:val="00965F5E"/>
    <w:rsid w:val="009666C4"/>
    <w:rsid w:val="00970933"/>
    <w:rsid w:val="0097193A"/>
    <w:rsid w:val="00973152"/>
    <w:rsid w:val="00973264"/>
    <w:rsid w:val="00980CD0"/>
    <w:rsid w:val="00980D4A"/>
    <w:rsid w:val="0098197E"/>
    <w:rsid w:val="00985802"/>
    <w:rsid w:val="00987861"/>
    <w:rsid w:val="00987EBD"/>
    <w:rsid w:val="00987FE9"/>
    <w:rsid w:val="00991E59"/>
    <w:rsid w:val="00993010"/>
    <w:rsid w:val="009932D4"/>
    <w:rsid w:val="0099467E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4D80"/>
    <w:rsid w:val="00A163FD"/>
    <w:rsid w:val="00A16440"/>
    <w:rsid w:val="00A16897"/>
    <w:rsid w:val="00A16D8C"/>
    <w:rsid w:val="00A2149C"/>
    <w:rsid w:val="00A25DF2"/>
    <w:rsid w:val="00A271BC"/>
    <w:rsid w:val="00A27952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55C68"/>
    <w:rsid w:val="00A572BC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21AB"/>
    <w:rsid w:val="00AA377D"/>
    <w:rsid w:val="00AA3FC0"/>
    <w:rsid w:val="00AA6661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528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0603"/>
    <w:rsid w:val="00B818B0"/>
    <w:rsid w:val="00B83142"/>
    <w:rsid w:val="00B831F8"/>
    <w:rsid w:val="00B8557C"/>
    <w:rsid w:val="00B85735"/>
    <w:rsid w:val="00B91EE1"/>
    <w:rsid w:val="00B92811"/>
    <w:rsid w:val="00B92B85"/>
    <w:rsid w:val="00B94556"/>
    <w:rsid w:val="00B95FDC"/>
    <w:rsid w:val="00BA0D5F"/>
    <w:rsid w:val="00BA340F"/>
    <w:rsid w:val="00BA48A6"/>
    <w:rsid w:val="00BA4CB2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8FF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1923"/>
    <w:rsid w:val="00C51AE5"/>
    <w:rsid w:val="00C52027"/>
    <w:rsid w:val="00C54A2B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CF49B7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14C"/>
    <w:rsid w:val="00D435AD"/>
    <w:rsid w:val="00D436B8"/>
    <w:rsid w:val="00D44459"/>
    <w:rsid w:val="00D465C5"/>
    <w:rsid w:val="00D508AE"/>
    <w:rsid w:val="00D52EFF"/>
    <w:rsid w:val="00D619B4"/>
    <w:rsid w:val="00D636F7"/>
    <w:rsid w:val="00D64243"/>
    <w:rsid w:val="00D64458"/>
    <w:rsid w:val="00D660F9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CE9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125A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78F"/>
    <w:rsid w:val="00E17BD4"/>
    <w:rsid w:val="00E212E5"/>
    <w:rsid w:val="00E21A71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0FAB"/>
    <w:rsid w:val="00E42BCF"/>
    <w:rsid w:val="00E453DA"/>
    <w:rsid w:val="00E465D2"/>
    <w:rsid w:val="00E4663A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454A"/>
    <w:rsid w:val="00E85988"/>
    <w:rsid w:val="00E85CC7"/>
    <w:rsid w:val="00E864A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27460"/>
    <w:rsid w:val="00F32918"/>
    <w:rsid w:val="00F33544"/>
    <w:rsid w:val="00F34129"/>
    <w:rsid w:val="00F3559F"/>
    <w:rsid w:val="00F35FA0"/>
    <w:rsid w:val="00F36813"/>
    <w:rsid w:val="00F37224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2265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97106"/>
    <w:rsid w:val="00FA5297"/>
    <w:rsid w:val="00FA644C"/>
    <w:rsid w:val="00FA68D7"/>
    <w:rsid w:val="00FA7669"/>
    <w:rsid w:val="00FA7CEF"/>
    <w:rsid w:val="00FB1050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E7F3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721D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8B481-1C27-4C17-8188-F35DE5EB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2865FE0F.dotm</Template>
  <TotalTime>0</TotalTime>
  <Pages>3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2018-06-06T13:40:00Z</dcterms:created>
  <dcterms:modified xsi:type="dcterms:W3CDTF">2018-07-30T09:28:00Z</dcterms:modified>
</cp:coreProperties>
</file>