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2DB32E" w14:textId="08CACAA2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a 23/07/18</w:t>
      </w:r>
    </w:p>
    <w:p w14:paraId="223FAB2D" w14:textId="77777777" w:rsidR="00FF0447" w:rsidRDefault="00FF0447" w:rsidP="00FD69D2">
      <w:pPr>
        <w:spacing w:line="300" w:lineRule="auto"/>
        <w:rPr>
          <w:rFonts w:ascii="Arial" w:hAnsi="Arial" w:cs="Arial"/>
          <w:b/>
          <w:color w:val="000000"/>
          <w:sz w:val="28"/>
          <w:szCs w:val="28"/>
        </w:rPr>
      </w:pPr>
    </w:p>
    <w:p w14:paraId="7F96B16A" w14:textId="4E657F8C" w:rsidR="009A7549" w:rsidRPr="000B5A39" w:rsidRDefault="00FF0447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proofErr w:type="gramStart"/>
      <w:r w:rsidRPr="000B5A39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>norelem</w:t>
      </w:r>
      <w:proofErr w:type="gramEnd"/>
      <w:r w:rsidRPr="000B5A39">
        <w:rPr>
          <w:rFonts w:ascii="Arial" w:hAnsi="Arial" w:cs="Arial"/>
          <w:b/>
          <w:bCs/>
          <w:color w:val="000000" w:themeColor="text1"/>
          <w:sz w:val="28"/>
          <w:szCs w:val="28"/>
          <w:lang w:val="en-US"/>
        </w:rPr>
        <w:t xml:space="preserve"> incluye en su gama las toberas de alta presión compactas</w:t>
      </w:r>
    </w:p>
    <w:p w14:paraId="53212811" w14:textId="77777777" w:rsidR="00FF0447" w:rsidRPr="000B5A39" w:rsidRDefault="00FF0447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0B5A3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>Ideales para las aplicaciones con espacios constructivos limitados</w:t>
      </w:r>
    </w:p>
    <w:p w14:paraId="3A0AF80E" w14:textId="77777777" w:rsidR="00BC1947" w:rsidRPr="000B5A39" w:rsidRDefault="004222C6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</w:pPr>
      <w:r w:rsidRPr="000B5A39">
        <w:rPr>
          <w:rFonts w:ascii="Arial" w:hAnsi="Arial" w:cs="Arial"/>
          <w:color w:val="000000" w:themeColor="text1"/>
          <w:sz w:val="22"/>
          <w:szCs w:val="22"/>
          <w:u w:val="single"/>
          <w:lang w:val="en-US"/>
        </w:rPr>
        <w:t xml:space="preserve"> </w:t>
      </w:r>
    </w:p>
    <w:p w14:paraId="51DB0FCB" w14:textId="77777777" w:rsidR="00A85F00" w:rsidRPr="000B5A39" w:rsidRDefault="008D4AFC" w:rsidP="00A85F00">
      <w:pPr>
        <w:spacing w:line="300" w:lineRule="auto"/>
        <w:rPr>
          <w:rFonts w:ascii="Arial" w:hAnsi="Arial" w:cs="Arial"/>
          <w:b/>
          <w:sz w:val="22"/>
          <w:szCs w:val="22"/>
          <w:lang w:val="en-US"/>
        </w:rPr>
      </w:pPr>
      <w:r w:rsidRPr="000B5A39">
        <w:rPr>
          <w:rFonts w:ascii="Arial" w:hAnsi="Arial" w:cs="Arial"/>
          <w:b/>
          <w:sz w:val="22"/>
          <w:szCs w:val="22"/>
          <w:lang w:val="en-US"/>
        </w:rPr>
        <w:t xml:space="preserve">Las toberas de alta presión, una nueva incorporación a la gama de norelem, solucionan muchos problemas, sobre todo en situaciones con poco espacio, gracias a unos diámetros de tan solo 1,6 a 4,1 mm y longitudes de 0 a 31,8 mm . </w:t>
      </w:r>
    </w:p>
    <w:p w14:paraId="5BF9CF5D" w14:textId="77777777" w:rsidR="005A3EC8" w:rsidRPr="000B5A39" w:rsidRDefault="005A3EC8" w:rsidP="00A85F00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994FCDA" w14:textId="77777777" w:rsidR="00C507DA" w:rsidRPr="000B5A39" w:rsidRDefault="00F71CBC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 xml:space="preserve">La forma constructiva compacta permite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usar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estos componentes directamente en la herramienta. Las toberas de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alta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presión, cuando están atornilladas, se pueden ajustar con un pasador, por ej.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con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una llave acodada, y luego permanecen estables en esa posición; no requieren ningún otro seguro adicional. Se pueden girar 360° y soportan hasta 70 bar en el rango de presión de trabajo. </w:t>
      </w:r>
    </w:p>
    <w:p w14:paraId="03B4F76A" w14:textId="77777777" w:rsidR="00C507DA" w:rsidRPr="000B5A39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5084442C" w14:textId="77777777" w:rsidR="00C507DA" w:rsidRPr="000B5A39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 xml:space="preserve">Las toberas de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alta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presión están disponibles en dos formas constructivas.</w:t>
      </w:r>
    </w:p>
    <w:p w14:paraId="7D381B54" w14:textId="77777777" w:rsidR="00C507DA" w:rsidRPr="000B5A39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 xml:space="preserve">La forma A se presta especialmente para las aplicaciones con poco espacio disponible con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rango de giro de la tobera de hasta 72°. La forma B tiene un rango de giro de la tobera de hasta 110°, así que es apropiada para las aplicaciones en que se requiere el chorro por debajo del nivel de roscado.</w:t>
      </w:r>
    </w:p>
    <w:p w14:paraId="6C7D736D" w14:textId="77777777" w:rsidR="00C507DA" w:rsidRPr="000B5A39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23C21E00" w14:textId="77777777" w:rsidR="00C507DA" w:rsidRPr="000B5A39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>Las dos toberas se ofrecen en los diámetros de 1,6 mm, 2,2 mm, 3,0 mm y 4,1 mm y con las longitudes de 0 mm, 6,4 mm, 12,7 mm y 31,8 mm. En la versión con una longitud de cero milímetros la tobera acaba al ras con la carcasa.</w:t>
      </w:r>
    </w:p>
    <w:p w14:paraId="6905B426" w14:textId="77777777" w:rsidR="00C507DA" w:rsidRPr="000B5A39" w:rsidRDefault="00C507DA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ADD00F4" w14:textId="3A6E736A" w:rsidR="00C507DA" w:rsidRPr="000B5A39" w:rsidRDefault="00331239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 xml:space="preserve">Las toberas de alta presión son resistentes a la acetona, el alcohol, el etilo, las grasas, los aceites, los lavavajillas </w:t>
      </w:r>
      <w:r w:rsidRPr="000B5A39">
        <w:rPr>
          <w:rFonts w:ascii="Arial" w:hAnsi="Arial" w:cs="Arial"/>
          <w:sz w:val="22"/>
          <w:szCs w:val="22"/>
          <w:lang w:val="en-US"/>
        </w:rPr>
        <w:lastRenderedPageBreak/>
        <w:t xml:space="preserve">corrientes, gasolina, pinturas, disolventes e hidróxido sódico. Se pueden utilizar a temperaturas de 50 °C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como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máximo. </w:t>
      </w:r>
    </w:p>
    <w:p w14:paraId="2B7A60BE" w14:textId="77777777" w:rsidR="0070355E" w:rsidRPr="000B5A39" w:rsidRDefault="0070355E" w:rsidP="00C507DA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10DE132C" w14:textId="464D073E" w:rsidR="00351471" w:rsidRPr="000B5A39" w:rsidRDefault="00F51214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>Caracter</w:t>
      </w:r>
      <w:r w:rsidR="000B5A39">
        <w:rPr>
          <w:rFonts w:ascii="Arial" w:hAnsi="Arial" w:cs="Arial"/>
          <w:sz w:val="22"/>
          <w:szCs w:val="22"/>
          <w:lang w:val="en-US"/>
        </w:rPr>
        <w:t>es con espacios en blanco: 1.580</w:t>
      </w:r>
    </w:p>
    <w:p w14:paraId="329230AA" w14:textId="77777777" w:rsidR="009A7549" w:rsidRPr="000B5A39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</w:p>
    <w:p w14:paraId="2D61ADA5" w14:textId="77777777" w:rsidR="00FD69D2" w:rsidRPr="000B5A39" w:rsidRDefault="00FD69D2" w:rsidP="00FD69D2">
      <w:pPr>
        <w:rPr>
          <w:rFonts w:ascii="Arial" w:hAnsi="Arial" w:cs="Arial"/>
          <w:lang w:val="en-US"/>
        </w:rPr>
      </w:pPr>
    </w:p>
    <w:p w14:paraId="174F5C26" w14:textId="77777777" w:rsidR="009F6BD9" w:rsidRPr="000B5A39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  <w:lang w:val="en-US"/>
        </w:rPr>
      </w:pPr>
      <w:r w:rsidRPr="000B5A39">
        <w:rPr>
          <w:rFonts w:ascii="Arial" w:hAnsi="Arial" w:cs="Arial"/>
          <w:i w:val="0"/>
          <w:iCs w:val="0"/>
          <w:sz w:val="22"/>
          <w:szCs w:val="22"/>
          <w:lang w:val="en-US"/>
        </w:rPr>
        <w:t>Breve descripción de norelem Normelemente KG</w:t>
      </w:r>
    </w:p>
    <w:p w14:paraId="5A8EE30A" w14:textId="77777777" w:rsidR="00FD69D2" w:rsidRPr="000B5A3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 xml:space="preserve">Todos los éxitos se basan en buenas ideas. Por eso, norelem le apoya con una selección sin igual de piezas estándar y componentes para que pueda poner en práctica todos sus proyectos y alcanzar sus metas en la construcción de máquinas, plantas e instalaciones. THE BIG GREEN BOOK ofrece a los constructores y técnicos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surtido completo, tan amplio como bien organizado, de piezas de alta calidad.</w:t>
      </w:r>
    </w:p>
    <w:p w14:paraId="36A8CA2E" w14:textId="77777777" w:rsidR="00FD69D2" w:rsidRPr="000B5A3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04610E7F" w14:textId="77777777" w:rsidR="00FD69D2" w:rsidRPr="000B5A3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 xml:space="preserve">Le acompañamos en su proyecto desde el principio. Con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asesoramiento competente, una completa base de datos CAD y un rápido suministro. Desde hace 60 años norelem lleva creciendo con dinamismo en todos los aspectos, desde la ampliación continua de nuestra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gama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de productos hasta la optimización permanente de la logística.</w:t>
      </w:r>
    </w:p>
    <w:p w14:paraId="1A75D211" w14:textId="77777777" w:rsidR="00FD69D2" w:rsidRPr="000B5A3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50884EF" w14:textId="77777777" w:rsidR="001E1753" w:rsidRPr="000B5A3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 xml:space="preserve">Desde la sede central en Markgröningen y nuestras sedes internacionales desempeñamos </w:t>
      </w:r>
      <w:proofErr w:type="gramStart"/>
      <w:r w:rsidRPr="000B5A39">
        <w:rPr>
          <w:rFonts w:ascii="Arial" w:hAnsi="Arial" w:cs="Arial"/>
          <w:sz w:val="22"/>
          <w:szCs w:val="22"/>
          <w:lang w:val="en-US"/>
        </w:rPr>
        <w:t>un</w:t>
      </w:r>
      <w:proofErr w:type="gramEnd"/>
      <w:r w:rsidRPr="000B5A39">
        <w:rPr>
          <w:rFonts w:ascii="Arial" w:hAnsi="Arial" w:cs="Arial"/>
          <w:sz w:val="22"/>
          <w:szCs w:val="22"/>
          <w:lang w:val="en-US"/>
        </w:rPr>
        <w:t xml:space="preserve"> activo papel en la promoción de las nuevas generaciones mediante capacitaciones, formaciones y talleres. </w:t>
      </w:r>
    </w:p>
    <w:p w14:paraId="22E0857D" w14:textId="77777777" w:rsidR="00FD69D2" w:rsidRPr="000B5A39" w:rsidRDefault="00FD69D2" w:rsidP="00FD69D2">
      <w:pPr>
        <w:spacing w:line="300" w:lineRule="auto"/>
        <w:rPr>
          <w:rFonts w:ascii="Arial" w:hAnsi="Arial" w:cs="Arial"/>
          <w:sz w:val="22"/>
          <w:szCs w:val="22"/>
          <w:lang w:val="en-US"/>
        </w:rPr>
      </w:pPr>
    </w:p>
    <w:p w14:paraId="340A8DDD" w14:textId="5694D58E" w:rsidR="00AC357F" w:rsidRPr="000B5A39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  <w:lang w:val="en-US"/>
        </w:rPr>
      </w:pPr>
      <w:r w:rsidRPr="000B5A39">
        <w:rPr>
          <w:rFonts w:ascii="Arial" w:hAnsi="Arial" w:cs="Arial"/>
          <w:sz w:val="22"/>
          <w:szCs w:val="22"/>
          <w:lang w:val="en-US"/>
        </w:rPr>
        <w:t>Carac</w:t>
      </w:r>
      <w:r w:rsidR="000B5A39">
        <w:rPr>
          <w:rFonts w:ascii="Arial" w:hAnsi="Arial" w:cs="Arial"/>
          <w:sz w:val="22"/>
          <w:szCs w:val="22"/>
          <w:lang w:val="en-US"/>
        </w:rPr>
        <w:t>teres con espacios en blanco: 915</w:t>
      </w:r>
      <w:bookmarkStart w:id="0" w:name="_GoBack"/>
      <w:bookmarkEnd w:id="0"/>
    </w:p>
    <w:sectPr w:rsidR="00AC357F" w:rsidRPr="000B5A39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D7C5D" w14:textId="77777777" w:rsidR="00DC7240" w:rsidRDefault="00DC7240">
      <w:r>
        <w:separator/>
      </w:r>
    </w:p>
  </w:endnote>
  <w:endnote w:type="continuationSeparator" w:id="0">
    <w:p w14:paraId="6C0A1E4F" w14:textId="77777777" w:rsidR="00DC7240" w:rsidRDefault="00DC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6D741" w14:textId="77777777" w:rsidR="00111C9E" w:rsidRDefault="00111C9E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A6CD73D" w14:textId="77777777" w:rsidR="00111C9E" w:rsidRDefault="00111C9E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B2603" w14:textId="77777777" w:rsidR="00111C9E" w:rsidRPr="006752F3" w:rsidRDefault="00111C9E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0B5A39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0B3DFF5C" w14:textId="77777777" w:rsidR="00111C9E" w:rsidRDefault="00111C9E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68F423" w14:textId="77777777" w:rsidR="00DC7240" w:rsidRDefault="00DC7240">
      <w:r>
        <w:separator/>
      </w:r>
    </w:p>
  </w:footnote>
  <w:footnote w:type="continuationSeparator" w:id="0">
    <w:p w14:paraId="2626F866" w14:textId="77777777" w:rsidR="00DC7240" w:rsidRDefault="00DC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1A973C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norelem SAS</w:t>
    </w:r>
  </w:p>
  <w:p w14:paraId="1E28B70F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5, rue des Libellules</w:t>
    </w:r>
  </w:p>
  <w:p w14:paraId="1B038142" w14:textId="77777777" w:rsidR="00111C9E" w:rsidRPr="00051877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Fontaine-les-Grès</w:t>
    </w:r>
  </w:p>
  <w:p w14:paraId="70828D67" w14:textId="77777777" w:rsidR="00111C9E" w:rsidRPr="008B3F76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5B778CBF" w14:textId="77777777" w:rsidR="00111C9E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145F5D9F" w14:textId="77777777" w:rsidR="00111C9E" w:rsidRPr="006D7111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29975542" w14:textId="77777777" w:rsidR="00111C9E" w:rsidRPr="00AF14E4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2DAE9D2B" w14:textId="77777777" w:rsidR="00111C9E" w:rsidRPr="00784905" w:rsidRDefault="00111C9E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1ED04C72" w14:textId="77777777" w:rsidR="00111C9E" w:rsidRPr="00784905" w:rsidRDefault="00111C9E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8117261" w14:textId="19116AA2" w:rsidR="00111C9E" w:rsidRPr="00784905" w:rsidRDefault="00111C9E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FE467A2" wp14:editId="68687536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28"/>
        <w:szCs w:val="28"/>
      </w:rPr>
      <w:t>Nota de prensa</w:t>
    </w:r>
    <w:r>
      <w:rPr>
        <w:rFonts w:ascii="Arial" w:hAnsi="Arial" w:cs="Arial"/>
        <w:b/>
        <w:color w:val="000000"/>
        <w:sz w:val="28"/>
        <w:szCs w:val="28"/>
      </w:rPr>
      <w:tab/>
    </w:r>
    <w:r>
      <w:rPr>
        <w:rFonts w:ascii="Arial" w:hAnsi="Arial" w:cs="Arial"/>
        <w:color w:val="000000"/>
      </w:rPr>
      <w:t>Julio 2018</w:t>
    </w:r>
  </w:p>
  <w:p w14:paraId="105DB939" w14:textId="77777777" w:rsidR="00111C9E" w:rsidRPr="00ED07FE" w:rsidRDefault="00111C9E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76978C35" w14:textId="77777777" w:rsidR="00111C9E" w:rsidRPr="00ED07FE" w:rsidRDefault="00111C9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6.25pt;height:6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 w15:restartNumberingAfterBreak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51DA7"/>
    <w:multiLevelType w:val="hybridMultilevel"/>
    <w:tmpl w:val="6898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726853"/>
    <w:multiLevelType w:val="hybridMultilevel"/>
    <w:tmpl w:val="0A3274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5A257FD3"/>
    <w:multiLevelType w:val="hybridMultilevel"/>
    <w:tmpl w:val="2908A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79B13B11"/>
    <w:multiLevelType w:val="hybridMultilevel"/>
    <w:tmpl w:val="9B5CA3F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8"/>
  </w:num>
  <w:num w:numId="13">
    <w:abstractNumId w:val="14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07AEF"/>
    <w:rsid w:val="000135FF"/>
    <w:rsid w:val="000139CD"/>
    <w:rsid w:val="000173B4"/>
    <w:rsid w:val="0002119B"/>
    <w:rsid w:val="00021418"/>
    <w:rsid w:val="00022B5E"/>
    <w:rsid w:val="00022C64"/>
    <w:rsid w:val="00024FBA"/>
    <w:rsid w:val="00025056"/>
    <w:rsid w:val="00031A41"/>
    <w:rsid w:val="00033BED"/>
    <w:rsid w:val="00034AB8"/>
    <w:rsid w:val="00034FA2"/>
    <w:rsid w:val="00035BE9"/>
    <w:rsid w:val="00035D2E"/>
    <w:rsid w:val="00036D76"/>
    <w:rsid w:val="00037B54"/>
    <w:rsid w:val="00040CB7"/>
    <w:rsid w:val="00043B72"/>
    <w:rsid w:val="00043FCA"/>
    <w:rsid w:val="000453F0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3C3"/>
    <w:rsid w:val="000673D9"/>
    <w:rsid w:val="0007006A"/>
    <w:rsid w:val="00070655"/>
    <w:rsid w:val="000711BF"/>
    <w:rsid w:val="000719DC"/>
    <w:rsid w:val="00072B28"/>
    <w:rsid w:val="000735C1"/>
    <w:rsid w:val="0008032B"/>
    <w:rsid w:val="00080882"/>
    <w:rsid w:val="00081E9F"/>
    <w:rsid w:val="000868C9"/>
    <w:rsid w:val="000902B0"/>
    <w:rsid w:val="00090B77"/>
    <w:rsid w:val="00091E03"/>
    <w:rsid w:val="00092EAB"/>
    <w:rsid w:val="00094402"/>
    <w:rsid w:val="00094566"/>
    <w:rsid w:val="00094A9A"/>
    <w:rsid w:val="0009549F"/>
    <w:rsid w:val="00096339"/>
    <w:rsid w:val="00096363"/>
    <w:rsid w:val="00096A7A"/>
    <w:rsid w:val="00097392"/>
    <w:rsid w:val="000A0FC7"/>
    <w:rsid w:val="000A1580"/>
    <w:rsid w:val="000A5C02"/>
    <w:rsid w:val="000B1230"/>
    <w:rsid w:val="000B22A2"/>
    <w:rsid w:val="000B40D0"/>
    <w:rsid w:val="000B446D"/>
    <w:rsid w:val="000B5A39"/>
    <w:rsid w:val="000B60B5"/>
    <w:rsid w:val="000B6DC9"/>
    <w:rsid w:val="000C0459"/>
    <w:rsid w:val="000C2045"/>
    <w:rsid w:val="000C3323"/>
    <w:rsid w:val="000C4021"/>
    <w:rsid w:val="000C4324"/>
    <w:rsid w:val="000C4BD1"/>
    <w:rsid w:val="000C5608"/>
    <w:rsid w:val="000C6E00"/>
    <w:rsid w:val="000C75A7"/>
    <w:rsid w:val="000D144D"/>
    <w:rsid w:val="000D3CA5"/>
    <w:rsid w:val="000D6495"/>
    <w:rsid w:val="000D6598"/>
    <w:rsid w:val="000E1613"/>
    <w:rsid w:val="000E3AB9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0F5DCD"/>
    <w:rsid w:val="00106F93"/>
    <w:rsid w:val="00111C9E"/>
    <w:rsid w:val="0011516A"/>
    <w:rsid w:val="00117BB9"/>
    <w:rsid w:val="001209C8"/>
    <w:rsid w:val="001241FD"/>
    <w:rsid w:val="001260FA"/>
    <w:rsid w:val="00127A16"/>
    <w:rsid w:val="001315A3"/>
    <w:rsid w:val="0013206D"/>
    <w:rsid w:val="001334C2"/>
    <w:rsid w:val="00136BA5"/>
    <w:rsid w:val="00136C0C"/>
    <w:rsid w:val="00144B1A"/>
    <w:rsid w:val="0014561A"/>
    <w:rsid w:val="001464FA"/>
    <w:rsid w:val="00147148"/>
    <w:rsid w:val="00153CDD"/>
    <w:rsid w:val="0015442A"/>
    <w:rsid w:val="00157C99"/>
    <w:rsid w:val="001613C4"/>
    <w:rsid w:val="001628CE"/>
    <w:rsid w:val="00167B0A"/>
    <w:rsid w:val="00167BD4"/>
    <w:rsid w:val="001700A1"/>
    <w:rsid w:val="001719DA"/>
    <w:rsid w:val="0017278D"/>
    <w:rsid w:val="001727DD"/>
    <w:rsid w:val="0017390C"/>
    <w:rsid w:val="00173B93"/>
    <w:rsid w:val="001740C5"/>
    <w:rsid w:val="00175601"/>
    <w:rsid w:val="00175F75"/>
    <w:rsid w:val="001765EF"/>
    <w:rsid w:val="00180D89"/>
    <w:rsid w:val="00182CF8"/>
    <w:rsid w:val="00183215"/>
    <w:rsid w:val="001836F6"/>
    <w:rsid w:val="00184DA8"/>
    <w:rsid w:val="00185201"/>
    <w:rsid w:val="00190DBE"/>
    <w:rsid w:val="00191F80"/>
    <w:rsid w:val="001926C5"/>
    <w:rsid w:val="0019579C"/>
    <w:rsid w:val="0019795D"/>
    <w:rsid w:val="001A2726"/>
    <w:rsid w:val="001A2856"/>
    <w:rsid w:val="001A2AAA"/>
    <w:rsid w:val="001A30F6"/>
    <w:rsid w:val="001A4CAB"/>
    <w:rsid w:val="001A4E26"/>
    <w:rsid w:val="001A6968"/>
    <w:rsid w:val="001A7894"/>
    <w:rsid w:val="001A7919"/>
    <w:rsid w:val="001B21D7"/>
    <w:rsid w:val="001B2D07"/>
    <w:rsid w:val="001B3804"/>
    <w:rsid w:val="001B4151"/>
    <w:rsid w:val="001B4779"/>
    <w:rsid w:val="001B4811"/>
    <w:rsid w:val="001C1D2C"/>
    <w:rsid w:val="001C3FC0"/>
    <w:rsid w:val="001C5CDA"/>
    <w:rsid w:val="001C6A05"/>
    <w:rsid w:val="001C7243"/>
    <w:rsid w:val="001C7B29"/>
    <w:rsid w:val="001D47AB"/>
    <w:rsid w:val="001D5113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203B3B"/>
    <w:rsid w:val="00203F8E"/>
    <w:rsid w:val="002109DD"/>
    <w:rsid w:val="00212200"/>
    <w:rsid w:val="002132EE"/>
    <w:rsid w:val="002138A7"/>
    <w:rsid w:val="002151CE"/>
    <w:rsid w:val="00217FE3"/>
    <w:rsid w:val="00223379"/>
    <w:rsid w:val="002275F4"/>
    <w:rsid w:val="00230F19"/>
    <w:rsid w:val="002317FA"/>
    <w:rsid w:val="00232719"/>
    <w:rsid w:val="002336A6"/>
    <w:rsid w:val="00234911"/>
    <w:rsid w:val="00242CE5"/>
    <w:rsid w:val="00244B64"/>
    <w:rsid w:val="00244D3F"/>
    <w:rsid w:val="002459CF"/>
    <w:rsid w:val="002467B4"/>
    <w:rsid w:val="002505B4"/>
    <w:rsid w:val="002512AA"/>
    <w:rsid w:val="00252585"/>
    <w:rsid w:val="0025572E"/>
    <w:rsid w:val="002563E8"/>
    <w:rsid w:val="00260290"/>
    <w:rsid w:val="00263D8C"/>
    <w:rsid w:val="0026417E"/>
    <w:rsid w:val="00264E48"/>
    <w:rsid w:val="00267C64"/>
    <w:rsid w:val="00267E2B"/>
    <w:rsid w:val="00270B45"/>
    <w:rsid w:val="00274BCB"/>
    <w:rsid w:val="0027661D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A82"/>
    <w:rsid w:val="00293B16"/>
    <w:rsid w:val="00293DF9"/>
    <w:rsid w:val="002A31D3"/>
    <w:rsid w:val="002A4AB4"/>
    <w:rsid w:val="002A728B"/>
    <w:rsid w:val="002B00D6"/>
    <w:rsid w:val="002B1B89"/>
    <w:rsid w:val="002B3CE2"/>
    <w:rsid w:val="002B687E"/>
    <w:rsid w:val="002B7997"/>
    <w:rsid w:val="002C1D53"/>
    <w:rsid w:val="002C23E9"/>
    <w:rsid w:val="002C2C4B"/>
    <w:rsid w:val="002C4B4C"/>
    <w:rsid w:val="002C642D"/>
    <w:rsid w:val="002C7695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2CEE"/>
    <w:rsid w:val="002E3934"/>
    <w:rsid w:val="002E45F6"/>
    <w:rsid w:val="002E5897"/>
    <w:rsid w:val="002E5FAA"/>
    <w:rsid w:val="002E73B9"/>
    <w:rsid w:val="002F0476"/>
    <w:rsid w:val="002F21EE"/>
    <w:rsid w:val="002F31D0"/>
    <w:rsid w:val="002F353B"/>
    <w:rsid w:val="002F69AA"/>
    <w:rsid w:val="002F70C0"/>
    <w:rsid w:val="003000DF"/>
    <w:rsid w:val="003000FD"/>
    <w:rsid w:val="0030125C"/>
    <w:rsid w:val="00301669"/>
    <w:rsid w:val="003038CE"/>
    <w:rsid w:val="00303BD8"/>
    <w:rsid w:val="00304874"/>
    <w:rsid w:val="0030576B"/>
    <w:rsid w:val="0031015A"/>
    <w:rsid w:val="00312ABD"/>
    <w:rsid w:val="00317840"/>
    <w:rsid w:val="00317C78"/>
    <w:rsid w:val="00322B50"/>
    <w:rsid w:val="00323990"/>
    <w:rsid w:val="00325EF9"/>
    <w:rsid w:val="0032729F"/>
    <w:rsid w:val="00327F9E"/>
    <w:rsid w:val="00331239"/>
    <w:rsid w:val="00331BF9"/>
    <w:rsid w:val="00332D13"/>
    <w:rsid w:val="00333A64"/>
    <w:rsid w:val="0033536A"/>
    <w:rsid w:val="003377B3"/>
    <w:rsid w:val="00340AE1"/>
    <w:rsid w:val="00350B48"/>
    <w:rsid w:val="00351471"/>
    <w:rsid w:val="00353F4E"/>
    <w:rsid w:val="0035424A"/>
    <w:rsid w:val="00354F8D"/>
    <w:rsid w:val="00355A7E"/>
    <w:rsid w:val="0035741D"/>
    <w:rsid w:val="003621E4"/>
    <w:rsid w:val="003622F3"/>
    <w:rsid w:val="00363E41"/>
    <w:rsid w:val="00363EEC"/>
    <w:rsid w:val="00367BDF"/>
    <w:rsid w:val="00367CA7"/>
    <w:rsid w:val="0037369E"/>
    <w:rsid w:val="00373BC6"/>
    <w:rsid w:val="00375C81"/>
    <w:rsid w:val="00377377"/>
    <w:rsid w:val="003848AB"/>
    <w:rsid w:val="00385308"/>
    <w:rsid w:val="0038799E"/>
    <w:rsid w:val="00387BBA"/>
    <w:rsid w:val="003904D0"/>
    <w:rsid w:val="00390DFE"/>
    <w:rsid w:val="0039280B"/>
    <w:rsid w:val="003952ED"/>
    <w:rsid w:val="00397880"/>
    <w:rsid w:val="00397B03"/>
    <w:rsid w:val="003A15A8"/>
    <w:rsid w:val="003A234E"/>
    <w:rsid w:val="003A5258"/>
    <w:rsid w:val="003A68A5"/>
    <w:rsid w:val="003B21BC"/>
    <w:rsid w:val="003B68C3"/>
    <w:rsid w:val="003C293E"/>
    <w:rsid w:val="003C2A8B"/>
    <w:rsid w:val="003C4387"/>
    <w:rsid w:val="003C7990"/>
    <w:rsid w:val="003C79B5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7A7F"/>
    <w:rsid w:val="003F07FC"/>
    <w:rsid w:val="003F348C"/>
    <w:rsid w:val="003F4356"/>
    <w:rsid w:val="003F6459"/>
    <w:rsid w:val="003F6724"/>
    <w:rsid w:val="003F696E"/>
    <w:rsid w:val="003F7472"/>
    <w:rsid w:val="00403713"/>
    <w:rsid w:val="00404DF2"/>
    <w:rsid w:val="0040514B"/>
    <w:rsid w:val="00405E18"/>
    <w:rsid w:val="00406714"/>
    <w:rsid w:val="00406C52"/>
    <w:rsid w:val="00407D87"/>
    <w:rsid w:val="00411B78"/>
    <w:rsid w:val="00412077"/>
    <w:rsid w:val="004136F3"/>
    <w:rsid w:val="00413EA6"/>
    <w:rsid w:val="004140FA"/>
    <w:rsid w:val="004222C6"/>
    <w:rsid w:val="0042506F"/>
    <w:rsid w:val="004251A3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E44"/>
    <w:rsid w:val="00441F55"/>
    <w:rsid w:val="0044262D"/>
    <w:rsid w:val="004427CB"/>
    <w:rsid w:val="004446F4"/>
    <w:rsid w:val="00445D24"/>
    <w:rsid w:val="00446BF8"/>
    <w:rsid w:val="004479D3"/>
    <w:rsid w:val="00447A13"/>
    <w:rsid w:val="00452E7A"/>
    <w:rsid w:val="00453C8A"/>
    <w:rsid w:val="00454ED0"/>
    <w:rsid w:val="00455B69"/>
    <w:rsid w:val="00456233"/>
    <w:rsid w:val="004621C0"/>
    <w:rsid w:val="00463049"/>
    <w:rsid w:val="004632C8"/>
    <w:rsid w:val="00463B55"/>
    <w:rsid w:val="00465557"/>
    <w:rsid w:val="00467A1D"/>
    <w:rsid w:val="00471E48"/>
    <w:rsid w:val="00472161"/>
    <w:rsid w:val="00472248"/>
    <w:rsid w:val="00472F4F"/>
    <w:rsid w:val="004732A8"/>
    <w:rsid w:val="004744ED"/>
    <w:rsid w:val="00476A33"/>
    <w:rsid w:val="0048011F"/>
    <w:rsid w:val="004810FE"/>
    <w:rsid w:val="004811EC"/>
    <w:rsid w:val="004816D8"/>
    <w:rsid w:val="00481D9E"/>
    <w:rsid w:val="00483990"/>
    <w:rsid w:val="00485CC3"/>
    <w:rsid w:val="004A0295"/>
    <w:rsid w:val="004A2086"/>
    <w:rsid w:val="004A36FC"/>
    <w:rsid w:val="004A5FB7"/>
    <w:rsid w:val="004A623C"/>
    <w:rsid w:val="004A63A5"/>
    <w:rsid w:val="004A6E51"/>
    <w:rsid w:val="004A7319"/>
    <w:rsid w:val="004B0DF2"/>
    <w:rsid w:val="004B282F"/>
    <w:rsid w:val="004B2C98"/>
    <w:rsid w:val="004B6F41"/>
    <w:rsid w:val="004B7A27"/>
    <w:rsid w:val="004C17FF"/>
    <w:rsid w:val="004C48C0"/>
    <w:rsid w:val="004C5DF7"/>
    <w:rsid w:val="004C6C61"/>
    <w:rsid w:val="004D11E3"/>
    <w:rsid w:val="004D222D"/>
    <w:rsid w:val="004D358A"/>
    <w:rsid w:val="004D3A6E"/>
    <w:rsid w:val="004D6866"/>
    <w:rsid w:val="004D7F9E"/>
    <w:rsid w:val="004E1250"/>
    <w:rsid w:val="004E26C3"/>
    <w:rsid w:val="004E38AA"/>
    <w:rsid w:val="004E3C83"/>
    <w:rsid w:val="004E5ADE"/>
    <w:rsid w:val="004E7337"/>
    <w:rsid w:val="004E7A2F"/>
    <w:rsid w:val="004F0111"/>
    <w:rsid w:val="004F0193"/>
    <w:rsid w:val="004F2F86"/>
    <w:rsid w:val="004F3BF7"/>
    <w:rsid w:val="004F462F"/>
    <w:rsid w:val="004F4920"/>
    <w:rsid w:val="004F615E"/>
    <w:rsid w:val="004F7F97"/>
    <w:rsid w:val="0050126E"/>
    <w:rsid w:val="005016A7"/>
    <w:rsid w:val="00501844"/>
    <w:rsid w:val="00510AB1"/>
    <w:rsid w:val="00511BB4"/>
    <w:rsid w:val="00512ACA"/>
    <w:rsid w:val="00514CB5"/>
    <w:rsid w:val="005166FE"/>
    <w:rsid w:val="005175A3"/>
    <w:rsid w:val="005235C3"/>
    <w:rsid w:val="005241AC"/>
    <w:rsid w:val="00526A01"/>
    <w:rsid w:val="00527F69"/>
    <w:rsid w:val="005315E5"/>
    <w:rsid w:val="00531F5E"/>
    <w:rsid w:val="00532D88"/>
    <w:rsid w:val="00532E82"/>
    <w:rsid w:val="005345D1"/>
    <w:rsid w:val="005359C4"/>
    <w:rsid w:val="005362E1"/>
    <w:rsid w:val="00536A7C"/>
    <w:rsid w:val="00540FC0"/>
    <w:rsid w:val="005445FB"/>
    <w:rsid w:val="005512A6"/>
    <w:rsid w:val="00552848"/>
    <w:rsid w:val="00554EB7"/>
    <w:rsid w:val="00560335"/>
    <w:rsid w:val="005617FD"/>
    <w:rsid w:val="005646F1"/>
    <w:rsid w:val="0056599A"/>
    <w:rsid w:val="0056620C"/>
    <w:rsid w:val="005737A5"/>
    <w:rsid w:val="00575393"/>
    <w:rsid w:val="005755CB"/>
    <w:rsid w:val="00583CBD"/>
    <w:rsid w:val="00590C6E"/>
    <w:rsid w:val="005922AD"/>
    <w:rsid w:val="00592B28"/>
    <w:rsid w:val="0059413B"/>
    <w:rsid w:val="00594AD0"/>
    <w:rsid w:val="005951D3"/>
    <w:rsid w:val="00597648"/>
    <w:rsid w:val="005A0FAB"/>
    <w:rsid w:val="005A1303"/>
    <w:rsid w:val="005A2482"/>
    <w:rsid w:val="005A295C"/>
    <w:rsid w:val="005A3296"/>
    <w:rsid w:val="005A3EC8"/>
    <w:rsid w:val="005A4E89"/>
    <w:rsid w:val="005A5D7F"/>
    <w:rsid w:val="005B0571"/>
    <w:rsid w:val="005B2578"/>
    <w:rsid w:val="005B37B8"/>
    <w:rsid w:val="005B4B7E"/>
    <w:rsid w:val="005B4C19"/>
    <w:rsid w:val="005B6197"/>
    <w:rsid w:val="005C0018"/>
    <w:rsid w:val="005C1299"/>
    <w:rsid w:val="005C51A2"/>
    <w:rsid w:val="005C63F9"/>
    <w:rsid w:val="005D025A"/>
    <w:rsid w:val="005D0307"/>
    <w:rsid w:val="005D2486"/>
    <w:rsid w:val="005D3999"/>
    <w:rsid w:val="005D7352"/>
    <w:rsid w:val="005E54DF"/>
    <w:rsid w:val="005F3AF4"/>
    <w:rsid w:val="005F3BA9"/>
    <w:rsid w:val="005F486A"/>
    <w:rsid w:val="005F7164"/>
    <w:rsid w:val="005F71A8"/>
    <w:rsid w:val="005F7BCA"/>
    <w:rsid w:val="006011C3"/>
    <w:rsid w:val="00602AE0"/>
    <w:rsid w:val="0060461A"/>
    <w:rsid w:val="00606042"/>
    <w:rsid w:val="00606934"/>
    <w:rsid w:val="00607D91"/>
    <w:rsid w:val="00610D4A"/>
    <w:rsid w:val="00611EB6"/>
    <w:rsid w:val="00611FE7"/>
    <w:rsid w:val="00612601"/>
    <w:rsid w:val="006152A0"/>
    <w:rsid w:val="00621E0E"/>
    <w:rsid w:val="00622EDB"/>
    <w:rsid w:val="006232B8"/>
    <w:rsid w:val="006260D2"/>
    <w:rsid w:val="0062662D"/>
    <w:rsid w:val="00633B3D"/>
    <w:rsid w:val="00635CD5"/>
    <w:rsid w:val="00636720"/>
    <w:rsid w:val="00636E1B"/>
    <w:rsid w:val="00637E07"/>
    <w:rsid w:val="00640FB8"/>
    <w:rsid w:val="006436D4"/>
    <w:rsid w:val="00643BD6"/>
    <w:rsid w:val="00643E16"/>
    <w:rsid w:val="006456A1"/>
    <w:rsid w:val="00645DA9"/>
    <w:rsid w:val="0064603E"/>
    <w:rsid w:val="0065609B"/>
    <w:rsid w:val="00656955"/>
    <w:rsid w:val="00662278"/>
    <w:rsid w:val="00662BC3"/>
    <w:rsid w:val="006634BE"/>
    <w:rsid w:val="00665ECE"/>
    <w:rsid w:val="0066791B"/>
    <w:rsid w:val="00670437"/>
    <w:rsid w:val="0067206C"/>
    <w:rsid w:val="006732FB"/>
    <w:rsid w:val="006752F3"/>
    <w:rsid w:val="0067542B"/>
    <w:rsid w:val="00675ABA"/>
    <w:rsid w:val="006818D9"/>
    <w:rsid w:val="00682815"/>
    <w:rsid w:val="0068375D"/>
    <w:rsid w:val="006837ED"/>
    <w:rsid w:val="0068490A"/>
    <w:rsid w:val="00686338"/>
    <w:rsid w:val="0069258E"/>
    <w:rsid w:val="00692713"/>
    <w:rsid w:val="00694375"/>
    <w:rsid w:val="006962B3"/>
    <w:rsid w:val="00696331"/>
    <w:rsid w:val="006A2468"/>
    <w:rsid w:val="006A3DB1"/>
    <w:rsid w:val="006A43FF"/>
    <w:rsid w:val="006B1CD2"/>
    <w:rsid w:val="006B3987"/>
    <w:rsid w:val="006B4197"/>
    <w:rsid w:val="006C257C"/>
    <w:rsid w:val="006C3113"/>
    <w:rsid w:val="006C3642"/>
    <w:rsid w:val="006C3F97"/>
    <w:rsid w:val="006C606B"/>
    <w:rsid w:val="006D0E0F"/>
    <w:rsid w:val="006D1938"/>
    <w:rsid w:val="006D533D"/>
    <w:rsid w:val="006D581B"/>
    <w:rsid w:val="006D5D81"/>
    <w:rsid w:val="006D6D43"/>
    <w:rsid w:val="006D7111"/>
    <w:rsid w:val="006D7685"/>
    <w:rsid w:val="006E08CC"/>
    <w:rsid w:val="006E3762"/>
    <w:rsid w:val="006E5A44"/>
    <w:rsid w:val="006E5E1D"/>
    <w:rsid w:val="006F035F"/>
    <w:rsid w:val="006F19E1"/>
    <w:rsid w:val="006F5A7D"/>
    <w:rsid w:val="006F5FAE"/>
    <w:rsid w:val="0070137A"/>
    <w:rsid w:val="00701586"/>
    <w:rsid w:val="00702707"/>
    <w:rsid w:val="007028AD"/>
    <w:rsid w:val="00703401"/>
    <w:rsid w:val="0070355E"/>
    <w:rsid w:val="007035EF"/>
    <w:rsid w:val="00705033"/>
    <w:rsid w:val="00705A92"/>
    <w:rsid w:val="00705B55"/>
    <w:rsid w:val="00705C78"/>
    <w:rsid w:val="00706E84"/>
    <w:rsid w:val="0070701C"/>
    <w:rsid w:val="00710AE8"/>
    <w:rsid w:val="0071215C"/>
    <w:rsid w:val="00714409"/>
    <w:rsid w:val="007160C3"/>
    <w:rsid w:val="0071713F"/>
    <w:rsid w:val="0071785A"/>
    <w:rsid w:val="007233A3"/>
    <w:rsid w:val="00726E31"/>
    <w:rsid w:val="00730BEA"/>
    <w:rsid w:val="00733866"/>
    <w:rsid w:val="00733AE8"/>
    <w:rsid w:val="0073537C"/>
    <w:rsid w:val="00736BF6"/>
    <w:rsid w:val="007372EE"/>
    <w:rsid w:val="00741BAC"/>
    <w:rsid w:val="00744732"/>
    <w:rsid w:val="0074559A"/>
    <w:rsid w:val="00747880"/>
    <w:rsid w:val="00751D3B"/>
    <w:rsid w:val="00752107"/>
    <w:rsid w:val="007521A5"/>
    <w:rsid w:val="00760799"/>
    <w:rsid w:val="007630D4"/>
    <w:rsid w:val="00766A58"/>
    <w:rsid w:val="00766F67"/>
    <w:rsid w:val="00773CE3"/>
    <w:rsid w:val="0077424E"/>
    <w:rsid w:val="00775F7E"/>
    <w:rsid w:val="007765F2"/>
    <w:rsid w:val="00777C47"/>
    <w:rsid w:val="007812CE"/>
    <w:rsid w:val="007828CA"/>
    <w:rsid w:val="0078390E"/>
    <w:rsid w:val="007846C9"/>
    <w:rsid w:val="00784905"/>
    <w:rsid w:val="007858D9"/>
    <w:rsid w:val="00786FC1"/>
    <w:rsid w:val="0079021D"/>
    <w:rsid w:val="00791894"/>
    <w:rsid w:val="00791FAA"/>
    <w:rsid w:val="00792473"/>
    <w:rsid w:val="007940EC"/>
    <w:rsid w:val="00794831"/>
    <w:rsid w:val="007970FE"/>
    <w:rsid w:val="007972F0"/>
    <w:rsid w:val="007A1190"/>
    <w:rsid w:val="007A134D"/>
    <w:rsid w:val="007A79D5"/>
    <w:rsid w:val="007A7A0B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305F"/>
    <w:rsid w:val="007F3602"/>
    <w:rsid w:val="007F3712"/>
    <w:rsid w:val="007F3DC1"/>
    <w:rsid w:val="007F5615"/>
    <w:rsid w:val="007F7C83"/>
    <w:rsid w:val="008030AF"/>
    <w:rsid w:val="00804E92"/>
    <w:rsid w:val="00805A54"/>
    <w:rsid w:val="00806271"/>
    <w:rsid w:val="00812203"/>
    <w:rsid w:val="00813C1D"/>
    <w:rsid w:val="008159AE"/>
    <w:rsid w:val="00816616"/>
    <w:rsid w:val="008202C9"/>
    <w:rsid w:val="00827037"/>
    <w:rsid w:val="00831C44"/>
    <w:rsid w:val="00832DAE"/>
    <w:rsid w:val="008356C7"/>
    <w:rsid w:val="00835C4A"/>
    <w:rsid w:val="00836120"/>
    <w:rsid w:val="00836574"/>
    <w:rsid w:val="00837A78"/>
    <w:rsid w:val="008410A5"/>
    <w:rsid w:val="00842F64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49D5"/>
    <w:rsid w:val="0085566F"/>
    <w:rsid w:val="008562F4"/>
    <w:rsid w:val="0085761A"/>
    <w:rsid w:val="00863147"/>
    <w:rsid w:val="00865779"/>
    <w:rsid w:val="00865F4B"/>
    <w:rsid w:val="008665CE"/>
    <w:rsid w:val="00867F39"/>
    <w:rsid w:val="00870D42"/>
    <w:rsid w:val="00873289"/>
    <w:rsid w:val="008745E3"/>
    <w:rsid w:val="0087543C"/>
    <w:rsid w:val="00880254"/>
    <w:rsid w:val="0088102A"/>
    <w:rsid w:val="00881BD0"/>
    <w:rsid w:val="00883674"/>
    <w:rsid w:val="00884397"/>
    <w:rsid w:val="008844D5"/>
    <w:rsid w:val="00884548"/>
    <w:rsid w:val="00891B7A"/>
    <w:rsid w:val="0089412C"/>
    <w:rsid w:val="0089422C"/>
    <w:rsid w:val="008955C3"/>
    <w:rsid w:val="00897671"/>
    <w:rsid w:val="008A147F"/>
    <w:rsid w:val="008A41AB"/>
    <w:rsid w:val="008A465A"/>
    <w:rsid w:val="008A4A9E"/>
    <w:rsid w:val="008A563D"/>
    <w:rsid w:val="008A5FD8"/>
    <w:rsid w:val="008A60D7"/>
    <w:rsid w:val="008A69B5"/>
    <w:rsid w:val="008A73F7"/>
    <w:rsid w:val="008A79E5"/>
    <w:rsid w:val="008B19B6"/>
    <w:rsid w:val="008B366D"/>
    <w:rsid w:val="008B3F76"/>
    <w:rsid w:val="008B65FD"/>
    <w:rsid w:val="008C5446"/>
    <w:rsid w:val="008C6146"/>
    <w:rsid w:val="008C6A45"/>
    <w:rsid w:val="008C6B03"/>
    <w:rsid w:val="008D4008"/>
    <w:rsid w:val="008D4924"/>
    <w:rsid w:val="008D4AFC"/>
    <w:rsid w:val="008D4C0B"/>
    <w:rsid w:val="008D5AA4"/>
    <w:rsid w:val="008D78A3"/>
    <w:rsid w:val="008E28FB"/>
    <w:rsid w:val="008E382F"/>
    <w:rsid w:val="008E4316"/>
    <w:rsid w:val="008E4DF7"/>
    <w:rsid w:val="008E4EB2"/>
    <w:rsid w:val="008E6E58"/>
    <w:rsid w:val="008E7217"/>
    <w:rsid w:val="008F0FFF"/>
    <w:rsid w:val="008F6130"/>
    <w:rsid w:val="008F76D0"/>
    <w:rsid w:val="008F7D81"/>
    <w:rsid w:val="00900416"/>
    <w:rsid w:val="00900AB4"/>
    <w:rsid w:val="009036B7"/>
    <w:rsid w:val="00905120"/>
    <w:rsid w:val="00906DCB"/>
    <w:rsid w:val="00907447"/>
    <w:rsid w:val="00907A32"/>
    <w:rsid w:val="009117D3"/>
    <w:rsid w:val="00916514"/>
    <w:rsid w:val="00916DC6"/>
    <w:rsid w:val="009202D9"/>
    <w:rsid w:val="00920334"/>
    <w:rsid w:val="009204D7"/>
    <w:rsid w:val="009215C2"/>
    <w:rsid w:val="0092199E"/>
    <w:rsid w:val="00922F8D"/>
    <w:rsid w:val="009241F4"/>
    <w:rsid w:val="0093196A"/>
    <w:rsid w:val="00932302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0A49"/>
    <w:rsid w:val="00951877"/>
    <w:rsid w:val="009536A2"/>
    <w:rsid w:val="00955DA3"/>
    <w:rsid w:val="00960D32"/>
    <w:rsid w:val="00962410"/>
    <w:rsid w:val="00962B5B"/>
    <w:rsid w:val="009652FE"/>
    <w:rsid w:val="00965CAE"/>
    <w:rsid w:val="00965F5E"/>
    <w:rsid w:val="009666C4"/>
    <w:rsid w:val="00970933"/>
    <w:rsid w:val="0097193A"/>
    <w:rsid w:val="00973152"/>
    <w:rsid w:val="00973264"/>
    <w:rsid w:val="00980CD0"/>
    <w:rsid w:val="00980D4A"/>
    <w:rsid w:val="0098197E"/>
    <w:rsid w:val="00985802"/>
    <w:rsid w:val="00987861"/>
    <w:rsid w:val="00987EBD"/>
    <w:rsid w:val="00987FE9"/>
    <w:rsid w:val="00991E59"/>
    <w:rsid w:val="00993010"/>
    <w:rsid w:val="009932D4"/>
    <w:rsid w:val="0099467E"/>
    <w:rsid w:val="00994CCB"/>
    <w:rsid w:val="00995166"/>
    <w:rsid w:val="0099596B"/>
    <w:rsid w:val="0099666D"/>
    <w:rsid w:val="00996BA6"/>
    <w:rsid w:val="00997EF4"/>
    <w:rsid w:val="009A0792"/>
    <w:rsid w:val="009A11CB"/>
    <w:rsid w:val="009A1C02"/>
    <w:rsid w:val="009A1D02"/>
    <w:rsid w:val="009A1D4B"/>
    <w:rsid w:val="009A2B39"/>
    <w:rsid w:val="009A2BA0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EAC"/>
    <w:rsid w:val="009D0704"/>
    <w:rsid w:val="009D24C2"/>
    <w:rsid w:val="009E05AF"/>
    <w:rsid w:val="009E759D"/>
    <w:rsid w:val="009F076E"/>
    <w:rsid w:val="009F1389"/>
    <w:rsid w:val="009F1940"/>
    <w:rsid w:val="009F6BD9"/>
    <w:rsid w:val="00A007D3"/>
    <w:rsid w:val="00A02977"/>
    <w:rsid w:val="00A040BA"/>
    <w:rsid w:val="00A05845"/>
    <w:rsid w:val="00A06284"/>
    <w:rsid w:val="00A1057C"/>
    <w:rsid w:val="00A1079F"/>
    <w:rsid w:val="00A14D80"/>
    <w:rsid w:val="00A163FD"/>
    <w:rsid w:val="00A16440"/>
    <w:rsid w:val="00A16897"/>
    <w:rsid w:val="00A16D8C"/>
    <w:rsid w:val="00A2149C"/>
    <w:rsid w:val="00A22C42"/>
    <w:rsid w:val="00A25DF2"/>
    <w:rsid w:val="00A271BC"/>
    <w:rsid w:val="00A27952"/>
    <w:rsid w:val="00A32797"/>
    <w:rsid w:val="00A32DF6"/>
    <w:rsid w:val="00A338CB"/>
    <w:rsid w:val="00A36D08"/>
    <w:rsid w:val="00A41C26"/>
    <w:rsid w:val="00A4319D"/>
    <w:rsid w:val="00A4396F"/>
    <w:rsid w:val="00A46181"/>
    <w:rsid w:val="00A46417"/>
    <w:rsid w:val="00A466AC"/>
    <w:rsid w:val="00A47399"/>
    <w:rsid w:val="00A47C18"/>
    <w:rsid w:val="00A516D6"/>
    <w:rsid w:val="00A54E36"/>
    <w:rsid w:val="00A55417"/>
    <w:rsid w:val="00A55C68"/>
    <w:rsid w:val="00A572BC"/>
    <w:rsid w:val="00A62C68"/>
    <w:rsid w:val="00A65FC6"/>
    <w:rsid w:val="00A701FC"/>
    <w:rsid w:val="00A72447"/>
    <w:rsid w:val="00A73B6C"/>
    <w:rsid w:val="00A73D4E"/>
    <w:rsid w:val="00A73EED"/>
    <w:rsid w:val="00A76889"/>
    <w:rsid w:val="00A83C4A"/>
    <w:rsid w:val="00A83EF3"/>
    <w:rsid w:val="00A85F00"/>
    <w:rsid w:val="00A86990"/>
    <w:rsid w:val="00A8706B"/>
    <w:rsid w:val="00A87396"/>
    <w:rsid w:val="00A91019"/>
    <w:rsid w:val="00A91763"/>
    <w:rsid w:val="00A9268B"/>
    <w:rsid w:val="00A92817"/>
    <w:rsid w:val="00AA07D2"/>
    <w:rsid w:val="00AA08E4"/>
    <w:rsid w:val="00AA0C50"/>
    <w:rsid w:val="00AA14A8"/>
    <w:rsid w:val="00AA21AB"/>
    <w:rsid w:val="00AA377D"/>
    <w:rsid w:val="00AA3FC0"/>
    <w:rsid w:val="00AA6661"/>
    <w:rsid w:val="00AA7C59"/>
    <w:rsid w:val="00AA7DBD"/>
    <w:rsid w:val="00AB2306"/>
    <w:rsid w:val="00AB3ABE"/>
    <w:rsid w:val="00AB460F"/>
    <w:rsid w:val="00AC0033"/>
    <w:rsid w:val="00AC04BF"/>
    <w:rsid w:val="00AC2175"/>
    <w:rsid w:val="00AC3206"/>
    <w:rsid w:val="00AC357F"/>
    <w:rsid w:val="00AD14CD"/>
    <w:rsid w:val="00AD5D23"/>
    <w:rsid w:val="00AD5DF6"/>
    <w:rsid w:val="00AD5E4D"/>
    <w:rsid w:val="00AD5E78"/>
    <w:rsid w:val="00AD65D1"/>
    <w:rsid w:val="00AD690A"/>
    <w:rsid w:val="00AD6C76"/>
    <w:rsid w:val="00AD6D01"/>
    <w:rsid w:val="00AE452E"/>
    <w:rsid w:val="00AE71CB"/>
    <w:rsid w:val="00AE7236"/>
    <w:rsid w:val="00AF14E4"/>
    <w:rsid w:val="00AF4F13"/>
    <w:rsid w:val="00AF5F95"/>
    <w:rsid w:val="00AF6D79"/>
    <w:rsid w:val="00B01EEA"/>
    <w:rsid w:val="00B0677F"/>
    <w:rsid w:val="00B07129"/>
    <w:rsid w:val="00B10105"/>
    <w:rsid w:val="00B11321"/>
    <w:rsid w:val="00B11901"/>
    <w:rsid w:val="00B12D8E"/>
    <w:rsid w:val="00B12DEF"/>
    <w:rsid w:val="00B14C63"/>
    <w:rsid w:val="00B14EAF"/>
    <w:rsid w:val="00B16460"/>
    <w:rsid w:val="00B25FC8"/>
    <w:rsid w:val="00B30CA0"/>
    <w:rsid w:val="00B32743"/>
    <w:rsid w:val="00B35511"/>
    <w:rsid w:val="00B37914"/>
    <w:rsid w:val="00B44AD0"/>
    <w:rsid w:val="00B46D84"/>
    <w:rsid w:val="00B47D07"/>
    <w:rsid w:val="00B53523"/>
    <w:rsid w:val="00B54528"/>
    <w:rsid w:val="00B548BF"/>
    <w:rsid w:val="00B54BB7"/>
    <w:rsid w:val="00B55402"/>
    <w:rsid w:val="00B61646"/>
    <w:rsid w:val="00B6424E"/>
    <w:rsid w:val="00B71590"/>
    <w:rsid w:val="00B73036"/>
    <w:rsid w:val="00B73D1D"/>
    <w:rsid w:val="00B7420A"/>
    <w:rsid w:val="00B742A1"/>
    <w:rsid w:val="00B74D41"/>
    <w:rsid w:val="00B74FA5"/>
    <w:rsid w:val="00B76F88"/>
    <w:rsid w:val="00B80392"/>
    <w:rsid w:val="00B80603"/>
    <w:rsid w:val="00B818B0"/>
    <w:rsid w:val="00B83142"/>
    <w:rsid w:val="00B831F8"/>
    <w:rsid w:val="00B8557C"/>
    <w:rsid w:val="00B85735"/>
    <w:rsid w:val="00B91EE1"/>
    <w:rsid w:val="00B92811"/>
    <w:rsid w:val="00B92B85"/>
    <w:rsid w:val="00B94556"/>
    <w:rsid w:val="00B95FDC"/>
    <w:rsid w:val="00BA0D5F"/>
    <w:rsid w:val="00BA340F"/>
    <w:rsid w:val="00BA4CB2"/>
    <w:rsid w:val="00BA512A"/>
    <w:rsid w:val="00BA6850"/>
    <w:rsid w:val="00BB48F1"/>
    <w:rsid w:val="00BB49A4"/>
    <w:rsid w:val="00BB5116"/>
    <w:rsid w:val="00BC1947"/>
    <w:rsid w:val="00BC4AD3"/>
    <w:rsid w:val="00BD0A73"/>
    <w:rsid w:val="00BD169D"/>
    <w:rsid w:val="00BD2AF4"/>
    <w:rsid w:val="00BD411B"/>
    <w:rsid w:val="00BD490C"/>
    <w:rsid w:val="00BD4BC2"/>
    <w:rsid w:val="00BD702E"/>
    <w:rsid w:val="00BD7225"/>
    <w:rsid w:val="00BD76CF"/>
    <w:rsid w:val="00BE0AD0"/>
    <w:rsid w:val="00BE6FA9"/>
    <w:rsid w:val="00BF0C55"/>
    <w:rsid w:val="00BF1133"/>
    <w:rsid w:val="00BF14C4"/>
    <w:rsid w:val="00BF2AF6"/>
    <w:rsid w:val="00BF36D0"/>
    <w:rsid w:val="00BF6912"/>
    <w:rsid w:val="00BF6B0B"/>
    <w:rsid w:val="00BF780D"/>
    <w:rsid w:val="00C04131"/>
    <w:rsid w:val="00C123BF"/>
    <w:rsid w:val="00C127E7"/>
    <w:rsid w:val="00C13F3A"/>
    <w:rsid w:val="00C148FF"/>
    <w:rsid w:val="00C14A33"/>
    <w:rsid w:val="00C14CCA"/>
    <w:rsid w:val="00C14E39"/>
    <w:rsid w:val="00C20CC3"/>
    <w:rsid w:val="00C21E7B"/>
    <w:rsid w:val="00C232AC"/>
    <w:rsid w:val="00C23D3C"/>
    <w:rsid w:val="00C25872"/>
    <w:rsid w:val="00C27298"/>
    <w:rsid w:val="00C27343"/>
    <w:rsid w:val="00C27972"/>
    <w:rsid w:val="00C30880"/>
    <w:rsid w:val="00C31570"/>
    <w:rsid w:val="00C31614"/>
    <w:rsid w:val="00C31E50"/>
    <w:rsid w:val="00C33C28"/>
    <w:rsid w:val="00C36921"/>
    <w:rsid w:val="00C36A6D"/>
    <w:rsid w:val="00C36F05"/>
    <w:rsid w:val="00C37B00"/>
    <w:rsid w:val="00C41139"/>
    <w:rsid w:val="00C43D40"/>
    <w:rsid w:val="00C44002"/>
    <w:rsid w:val="00C44138"/>
    <w:rsid w:val="00C445FA"/>
    <w:rsid w:val="00C447EB"/>
    <w:rsid w:val="00C456A9"/>
    <w:rsid w:val="00C50223"/>
    <w:rsid w:val="00C507DA"/>
    <w:rsid w:val="00C51923"/>
    <w:rsid w:val="00C51AE5"/>
    <w:rsid w:val="00C52027"/>
    <w:rsid w:val="00C53674"/>
    <w:rsid w:val="00C54A2B"/>
    <w:rsid w:val="00C5721A"/>
    <w:rsid w:val="00C60876"/>
    <w:rsid w:val="00C6106A"/>
    <w:rsid w:val="00C61D19"/>
    <w:rsid w:val="00C6278A"/>
    <w:rsid w:val="00C6400D"/>
    <w:rsid w:val="00C675E0"/>
    <w:rsid w:val="00C67800"/>
    <w:rsid w:val="00C76397"/>
    <w:rsid w:val="00C770BB"/>
    <w:rsid w:val="00C82A83"/>
    <w:rsid w:val="00C8510F"/>
    <w:rsid w:val="00C8567C"/>
    <w:rsid w:val="00C87B11"/>
    <w:rsid w:val="00C87D31"/>
    <w:rsid w:val="00C914B0"/>
    <w:rsid w:val="00C91B6F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D2B"/>
    <w:rsid w:val="00CA490D"/>
    <w:rsid w:val="00CA54EC"/>
    <w:rsid w:val="00CA55B5"/>
    <w:rsid w:val="00CA5D7D"/>
    <w:rsid w:val="00CA64A5"/>
    <w:rsid w:val="00CB11DD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3840"/>
    <w:rsid w:val="00CD4CEC"/>
    <w:rsid w:val="00CD55C1"/>
    <w:rsid w:val="00CD5FDF"/>
    <w:rsid w:val="00CE26E2"/>
    <w:rsid w:val="00CE3295"/>
    <w:rsid w:val="00CE36A9"/>
    <w:rsid w:val="00CE3B56"/>
    <w:rsid w:val="00CE456F"/>
    <w:rsid w:val="00CE51F4"/>
    <w:rsid w:val="00CF0F68"/>
    <w:rsid w:val="00CF3B31"/>
    <w:rsid w:val="00CF3C95"/>
    <w:rsid w:val="00CF49B7"/>
    <w:rsid w:val="00D0134B"/>
    <w:rsid w:val="00D05456"/>
    <w:rsid w:val="00D06AB0"/>
    <w:rsid w:val="00D1177F"/>
    <w:rsid w:val="00D1249E"/>
    <w:rsid w:val="00D14396"/>
    <w:rsid w:val="00D1440E"/>
    <w:rsid w:val="00D16EEF"/>
    <w:rsid w:val="00D17B67"/>
    <w:rsid w:val="00D17FAD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3F1F"/>
    <w:rsid w:val="00D34D8A"/>
    <w:rsid w:val="00D356D2"/>
    <w:rsid w:val="00D35B3B"/>
    <w:rsid w:val="00D370D8"/>
    <w:rsid w:val="00D40CC9"/>
    <w:rsid w:val="00D42D76"/>
    <w:rsid w:val="00D435AD"/>
    <w:rsid w:val="00D436B8"/>
    <w:rsid w:val="00D44459"/>
    <w:rsid w:val="00D465C5"/>
    <w:rsid w:val="00D508AE"/>
    <w:rsid w:val="00D52EFF"/>
    <w:rsid w:val="00D619B4"/>
    <w:rsid w:val="00D636F7"/>
    <w:rsid w:val="00D64243"/>
    <w:rsid w:val="00D64458"/>
    <w:rsid w:val="00D660F9"/>
    <w:rsid w:val="00D6684A"/>
    <w:rsid w:val="00D70F7B"/>
    <w:rsid w:val="00D7176C"/>
    <w:rsid w:val="00D7351B"/>
    <w:rsid w:val="00D76DE9"/>
    <w:rsid w:val="00D80A3C"/>
    <w:rsid w:val="00D80CE1"/>
    <w:rsid w:val="00D80E95"/>
    <w:rsid w:val="00D82AAD"/>
    <w:rsid w:val="00D8398A"/>
    <w:rsid w:val="00D85472"/>
    <w:rsid w:val="00D875DE"/>
    <w:rsid w:val="00D90341"/>
    <w:rsid w:val="00D90960"/>
    <w:rsid w:val="00D91B51"/>
    <w:rsid w:val="00D932CC"/>
    <w:rsid w:val="00D93B3B"/>
    <w:rsid w:val="00D95698"/>
    <w:rsid w:val="00D965B9"/>
    <w:rsid w:val="00D97FB6"/>
    <w:rsid w:val="00DA3856"/>
    <w:rsid w:val="00DA48E2"/>
    <w:rsid w:val="00DA4CA9"/>
    <w:rsid w:val="00DA6B04"/>
    <w:rsid w:val="00DB1DD7"/>
    <w:rsid w:val="00DB360F"/>
    <w:rsid w:val="00DB4033"/>
    <w:rsid w:val="00DB4590"/>
    <w:rsid w:val="00DB5EB9"/>
    <w:rsid w:val="00DB6937"/>
    <w:rsid w:val="00DB7CE9"/>
    <w:rsid w:val="00DC0031"/>
    <w:rsid w:val="00DC24EE"/>
    <w:rsid w:val="00DC29DF"/>
    <w:rsid w:val="00DC40F2"/>
    <w:rsid w:val="00DC4350"/>
    <w:rsid w:val="00DC48A3"/>
    <w:rsid w:val="00DC595F"/>
    <w:rsid w:val="00DC62FF"/>
    <w:rsid w:val="00DC7240"/>
    <w:rsid w:val="00DD218C"/>
    <w:rsid w:val="00DD543C"/>
    <w:rsid w:val="00DE0522"/>
    <w:rsid w:val="00DE110C"/>
    <w:rsid w:val="00DE15F4"/>
    <w:rsid w:val="00DE180F"/>
    <w:rsid w:val="00DE464E"/>
    <w:rsid w:val="00DE50A6"/>
    <w:rsid w:val="00DF021C"/>
    <w:rsid w:val="00DF3355"/>
    <w:rsid w:val="00DF5069"/>
    <w:rsid w:val="00DF587C"/>
    <w:rsid w:val="00DF7DC7"/>
    <w:rsid w:val="00E0125A"/>
    <w:rsid w:val="00E03A87"/>
    <w:rsid w:val="00E062FD"/>
    <w:rsid w:val="00E066F8"/>
    <w:rsid w:val="00E06E03"/>
    <w:rsid w:val="00E1174D"/>
    <w:rsid w:val="00E12612"/>
    <w:rsid w:val="00E1336E"/>
    <w:rsid w:val="00E143AA"/>
    <w:rsid w:val="00E15D39"/>
    <w:rsid w:val="00E1778F"/>
    <w:rsid w:val="00E17BD4"/>
    <w:rsid w:val="00E212E5"/>
    <w:rsid w:val="00E21A71"/>
    <w:rsid w:val="00E2225A"/>
    <w:rsid w:val="00E26EC0"/>
    <w:rsid w:val="00E26F7D"/>
    <w:rsid w:val="00E3114E"/>
    <w:rsid w:val="00E3212D"/>
    <w:rsid w:val="00E32AFF"/>
    <w:rsid w:val="00E33139"/>
    <w:rsid w:val="00E33148"/>
    <w:rsid w:val="00E33416"/>
    <w:rsid w:val="00E35CD7"/>
    <w:rsid w:val="00E36AC1"/>
    <w:rsid w:val="00E374E6"/>
    <w:rsid w:val="00E40FAB"/>
    <w:rsid w:val="00E42BCF"/>
    <w:rsid w:val="00E453DA"/>
    <w:rsid w:val="00E465D2"/>
    <w:rsid w:val="00E4663A"/>
    <w:rsid w:val="00E470EC"/>
    <w:rsid w:val="00E52BFA"/>
    <w:rsid w:val="00E557C0"/>
    <w:rsid w:val="00E56829"/>
    <w:rsid w:val="00E56ECD"/>
    <w:rsid w:val="00E5722D"/>
    <w:rsid w:val="00E57879"/>
    <w:rsid w:val="00E6127C"/>
    <w:rsid w:val="00E61AFF"/>
    <w:rsid w:val="00E678B7"/>
    <w:rsid w:val="00E71213"/>
    <w:rsid w:val="00E717DA"/>
    <w:rsid w:val="00E720E3"/>
    <w:rsid w:val="00E726C6"/>
    <w:rsid w:val="00E73211"/>
    <w:rsid w:val="00E74648"/>
    <w:rsid w:val="00E761EA"/>
    <w:rsid w:val="00E777A7"/>
    <w:rsid w:val="00E81533"/>
    <w:rsid w:val="00E82A17"/>
    <w:rsid w:val="00E8454A"/>
    <w:rsid w:val="00E85988"/>
    <w:rsid w:val="00E85CC7"/>
    <w:rsid w:val="00E864A7"/>
    <w:rsid w:val="00E87A58"/>
    <w:rsid w:val="00E91C36"/>
    <w:rsid w:val="00E92084"/>
    <w:rsid w:val="00E93FB4"/>
    <w:rsid w:val="00E97287"/>
    <w:rsid w:val="00EA01CF"/>
    <w:rsid w:val="00EA4685"/>
    <w:rsid w:val="00EA709D"/>
    <w:rsid w:val="00EB0263"/>
    <w:rsid w:val="00EB1322"/>
    <w:rsid w:val="00EB3370"/>
    <w:rsid w:val="00EB625A"/>
    <w:rsid w:val="00EC2407"/>
    <w:rsid w:val="00EC2A82"/>
    <w:rsid w:val="00EC33C0"/>
    <w:rsid w:val="00EC48B4"/>
    <w:rsid w:val="00EC4AE6"/>
    <w:rsid w:val="00EC7832"/>
    <w:rsid w:val="00ED0611"/>
    <w:rsid w:val="00ED07FE"/>
    <w:rsid w:val="00ED0FA6"/>
    <w:rsid w:val="00ED1624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6CB8"/>
    <w:rsid w:val="00EF6E5B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C31"/>
    <w:rsid w:val="00F1120B"/>
    <w:rsid w:val="00F1635B"/>
    <w:rsid w:val="00F16D0B"/>
    <w:rsid w:val="00F2242A"/>
    <w:rsid w:val="00F233F8"/>
    <w:rsid w:val="00F23DAB"/>
    <w:rsid w:val="00F241A1"/>
    <w:rsid w:val="00F25012"/>
    <w:rsid w:val="00F27460"/>
    <w:rsid w:val="00F32918"/>
    <w:rsid w:val="00F33544"/>
    <w:rsid w:val="00F34129"/>
    <w:rsid w:val="00F3559F"/>
    <w:rsid w:val="00F35FA0"/>
    <w:rsid w:val="00F36813"/>
    <w:rsid w:val="00F37224"/>
    <w:rsid w:val="00F37401"/>
    <w:rsid w:val="00F3760C"/>
    <w:rsid w:val="00F42630"/>
    <w:rsid w:val="00F42D80"/>
    <w:rsid w:val="00F438BD"/>
    <w:rsid w:val="00F43D8C"/>
    <w:rsid w:val="00F445D9"/>
    <w:rsid w:val="00F44B94"/>
    <w:rsid w:val="00F456AE"/>
    <w:rsid w:val="00F51214"/>
    <w:rsid w:val="00F52265"/>
    <w:rsid w:val="00F54EF8"/>
    <w:rsid w:val="00F5528A"/>
    <w:rsid w:val="00F570B5"/>
    <w:rsid w:val="00F60B37"/>
    <w:rsid w:val="00F617E2"/>
    <w:rsid w:val="00F62530"/>
    <w:rsid w:val="00F62799"/>
    <w:rsid w:val="00F633E0"/>
    <w:rsid w:val="00F64A04"/>
    <w:rsid w:val="00F64D1C"/>
    <w:rsid w:val="00F64E4C"/>
    <w:rsid w:val="00F6502C"/>
    <w:rsid w:val="00F6507C"/>
    <w:rsid w:val="00F666EE"/>
    <w:rsid w:val="00F71CBC"/>
    <w:rsid w:val="00F72030"/>
    <w:rsid w:val="00F72921"/>
    <w:rsid w:val="00F72DD7"/>
    <w:rsid w:val="00F73AB3"/>
    <w:rsid w:val="00F73CA3"/>
    <w:rsid w:val="00F75286"/>
    <w:rsid w:val="00F764F9"/>
    <w:rsid w:val="00F770EB"/>
    <w:rsid w:val="00F77805"/>
    <w:rsid w:val="00F8259B"/>
    <w:rsid w:val="00F82DE4"/>
    <w:rsid w:val="00F834AD"/>
    <w:rsid w:val="00F900C1"/>
    <w:rsid w:val="00F934A4"/>
    <w:rsid w:val="00F95737"/>
    <w:rsid w:val="00F966D7"/>
    <w:rsid w:val="00F97106"/>
    <w:rsid w:val="00FA5297"/>
    <w:rsid w:val="00FA644C"/>
    <w:rsid w:val="00FA68D7"/>
    <w:rsid w:val="00FA7669"/>
    <w:rsid w:val="00FA7CEF"/>
    <w:rsid w:val="00FB1050"/>
    <w:rsid w:val="00FB2E05"/>
    <w:rsid w:val="00FB3F0C"/>
    <w:rsid w:val="00FC54CD"/>
    <w:rsid w:val="00FC67F2"/>
    <w:rsid w:val="00FC7D3C"/>
    <w:rsid w:val="00FD369B"/>
    <w:rsid w:val="00FD5BE2"/>
    <w:rsid w:val="00FD69D2"/>
    <w:rsid w:val="00FD6E74"/>
    <w:rsid w:val="00FE03F0"/>
    <w:rsid w:val="00FE1128"/>
    <w:rsid w:val="00FE2411"/>
    <w:rsid w:val="00FE243A"/>
    <w:rsid w:val="00FE51FF"/>
    <w:rsid w:val="00FE5AFF"/>
    <w:rsid w:val="00FE7F3F"/>
    <w:rsid w:val="00FF0447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296D0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ED0F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ED0F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arbeitung">
    <w:name w:val="Revision"/>
    <w:hidden/>
    <w:uiPriority w:val="99"/>
    <w:semiHidden/>
    <w:rsid w:val="000673D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28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675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8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C63C42-B801-4957-A1CC-12D92B26B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4E26A33B.dotm</Template>
  <TotalTime>0</TotalTime>
  <Pages>2</Pages>
  <Words>365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WezelHeike</cp:lastModifiedBy>
  <cp:revision>4</cp:revision>
  <cp:lastPrinted>2017-07-20T15:00:00Z</cp:lastPrinted>
  <dcterms:created xsi:type="dcterms:W3CDTF">2018-07-23T06:13:00Z</dcterms:created>
  <dcterms:modified xsi:type="dcterms:W3CDTF">2018-08-21T11:50:00Z</dcterms:modified>
</cp:coreProperties>
</file>