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264DDB01"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a 13/08/2019</w:t>
      </w:r>
    </w:p>
    <w:p w14:paraId="47F9A45D" w14:textId="2FF6C1C7" w:rsidR="009A7549" w:rsidRPr="00D823B1" w:rsidRDefault="00BF6B0B" w:rsidP="00FD69D2">
      <w:pPr>
        <w:spacing w:line="300" w:lineRule="auto"/>
        <w:rPr>
          <w:rFonts w:ascii="Arial" w:hAnsi="Arial" w:cs="Arial"/>
          <w:color w:val="000000" w:themeColor="text1"/>
          <w:sz w:val="28"/>
          <w:szCs w:val="28"/>
          <w:lang w:val="en-US"/>
        </w:rPr>
      </w:pPr>
      <w:r w:rsidRPr="00D823B1">
        <w:rPr>
          <w:rFonts w:ascii="Arial" w:hAnsi="Arial" w:cs="Arial"/>
          <w:b/>
          <w:bCs/>
          <w:color w:val="000000" w:themeColor="text1"/>
          <w:sz w:val="28"/>
          <w:szCs w:val="28"/>
          <w:lang w:val="en-US"/>
        </w:rPr>
        <w:br/>
        <w:t>Nuevas versiones de pernos y cabezas de horquilla</w:t>
      </w:r>
    </w:p>
    <w:p w14:paraId="598DDD24" w14:textId="11130991" w:rsidR="00A80423" w:rsidRPr="00D823B1" w:rsidRDefault="005D4BE8" w:rsidP="00A80423">
      <w:pPr>
        <w:spacing w:line="300" w:lineRule="auto"/>
        <w:rPr>
          <w:rFonts w:ascii="Arial" w:hAnsi="Arial" w:cs="Arial"/>
          <w:color w:val="000000" w:themeColor="text1"/>
          <w:sz w:val="22"/>
          <w:szCs w:val="22"/>
          <w:u w:val="single"/>
          <w:lang w:val="en-US"/>
        </w:rPr>
      </w:pPr>
      <w:r w:rsidRPr="00D823B1">
        <w:rPr>
          <w:rFonts w:ascii="Arial" w:hAnsi="Arial" w:cs="Arial"/>
          <w:color w:val="000000" w:themeColor="text1"/>
          <w:sz w:val="22"/>
          <w:szCs w:val="22"/>
          <w:u w:val="single"/>
          <w:lang w:val="en-US"/>
        </w:rPr>
        <w:t>Al surtido completo de norelem se ha añadido un total de cinco nuevos modelos</w:t>
      </w:r>
    </w:p>
    <w:p w14:paraId="1C3E641E" w14:textId="77777777" w:rsidR="00480D46" w:rsidRPr="00D823B1" w:rsidRDefault="00480D46" w:rsidP="00480D46">
      <w:pPr>
        <w:spacing w:line="300" w:lineRule="auto"/>
        <w:rPr>
          <w:rFonts w:ascii="Arial" w:hAnsi="Arial" w:cs="Arial"/>
          <w:color w:val="000000" w:themeColor="text1"/>
          <w:sz w:val="22"/>
          <w:szCs w:val="22"/>
          <w:lang w:val="en-US"/>
        </w:rPr>
      </w:pPr>
    </w:p>
    <w:p w14:paraId="0B57A1E0" w14:textId="7A19359D" w:rsidR="002269CC" w:rsidRPr="00D823B1" w:rsidRDefault="00F52F3B" w:rsidP="002269CC">
      <w:pPr>
        <w:spacing w:line="300" w:lineRule="auto"/>
        <w:rPr>
          <w:rFonts w:ascii="Arial" w:hAnsi="Arial" w:cs="Arial"/>
          <w:b/>
          <w:color w:val="000000" w:themeColor="text1"/>
          <w:sz w:val="22"/>
          <w:szCs w:val="22"/>
          <w:lang w:val="en-US"/>
        </w:rPr>
      </w:pPr>
      <w:r w:rsidRPr="00D823B1">
        <w:rPr>
          <w:rFonts w:ascii="Arial" w:hAnsi="Arial" w:cs="Arial"/>
          <w:b/>
          <w:color w:val="000000" w:themeColor="text1"/>
          <w:sz w:val="22"/>
          <w:szCs w:val="22"/>
          <w:lang w:val="en-US"/>
        </w:rPr>
        <w:t>Con norelem, los constructores tienen ahora una selección aún mayor en el área de los pernos y cabezas de horquilla. Con estos componentes se pueden realizar articulaciones de horquilla totalmente funcionales.</w:t>
      </w:r>
    </w:p>
    <w:p w14:paraId="4FF00F48" w14:textId="77777777" w:rsidR="002269CC" w:rsidRPr="00D823B1" w:rsidRDefault="002269CC" w:rsidP="00332C37">
      <w:pPr>
        <w:spacing w:line="300" w:lineRule="auto"/>
        <w:rPr>
          <w:rFonts w:ascii="Arial" w:hAnsi="Arial" w:cs="Arial"/>
          <w:b/>
          <w:color w:val="000000" w:themeColor="text1"/>
          <w:sz w:val="22"/>
          <w:szCs w:val="22"/>
          <w:lang w:val="en-US"/>
        </w:rPr>
      </w:pPr>
    </w:p>
    <w:p w14:paraId="5B6685B7" w14:textId="5038DD93" w:rsidR="00F52F3B" w:rsidRPr="00D823B1" w:rsidRDefault="00407069" w:rsidP="00F52F3B">
      <w:pPr>
        <w:spacing w:line="300" w:lineRule="auto"/>
        <w:rPr>
          <w:rFonts w:ascii="Arial" w:hAnsi="Arial" w:cs="Arial"/>
          <w:color w:val="000000" w:themeColor="text1"/>
          <w:sz w:val="22"/>
          <w:szCs w:val="22"/>
          <w:lang w:val="en-US"/>
        </w:rPr>
      </w:pPr>
      <w:r w:rsidRPr="00D823B1">
        <w:rPr>
          <w:rFonts w:ascii="Arial" w:hAnsi="Arial" w:cs="Arial"/>
          <w:color w:val="000000" w:themeColor="text1"/>
          <w:sz w:val="22"/>
          <w:szCs w:val="22"/>
          <w:lang w:val="en-US"/>
        </w:rPr>
        <w:t xml:space="preserve">&lt;p&gt;En norelem ya se pueden adquirir tres nuevos pernos para cabezas de horquilla. Entre ellos se encuentra </w:t>
      </w:r>
      <w:hyperlink r:id="rId8" w:history="1">
        <w:r w:rsidRPr="00D823B1">
          <w:rPr>
            <w:rStyle w:val="Hyperlink"/>
            <w:rFonts w:ascii="Arial" w:hAnsi="Arial" w:cs="Arial"/>
            <w:sz w:val="22"/>
            <w:szCs w:val="22"/>
            <w:lang w:val="en-US"/>
          </w:rPr>
          <w:t>el modelo</w:t>
        </w:r>
      </w:hyperlink>
      <w:r w:rsidRPr="00D823B1">
        <w:rPr>
          <w:rFonts w:ascii="Arial" w:hAnsi="Arial" w:cs="Arial"/>
          <w:color w:val="000000" w:themeColor="text1"/>
          <w:sz w:val="22"/>
          <w:szCs w:val="22"/>
          <w:lang w:val="en-US"/>
        </w:rPr>
        <w:t xml:space="preserve"> 27621-01 con ranura para bloqueo de árbol mediante una arandela de seguridad para árboles según DIN 6799. Alternativamente, los usuarios pueden utilizar un seguro KL o SL. </w:t>
      </w:r>
    </w:p>
    <w:p w14:paraId="5031B96E" w14:textId="1EA3900C" w:rsidR="00407069" w:rsidRPr="00D823B1" w:rsidRDefault="00407069" w:rsidP="00F52F3B">
      <w:pPr>
        <w:spacing w:line="300" w:lineRule="auto"/>
        <w:rPr>
          <w:rFonts w:ascii="Arial" w:hAnsi="Arial" w:cs="Arial"/>
          <w:color w:val="000000" w:themeColor="text1"/>
          <w:sz w:val="22"/>
          <w:szCs w:val="22"/>
          <w:lang w:val="en-US"/>
        </w:rPr>
      </w:pPr>
    </w:p>
    <w:p w14:paraId="03D9E318" w14:textId="297FDE91" w:rsidR="00407069" w:rsidRPr="00D823B1" w:rsidRDefault="00407069" w:rsidP="00F52F3B">
      <w:pPr>
        <w:spacing w:line="300" w:lineRule="auto"/>
        <w:rPr>
          <w:rFonts w:ascii="Arial" w:hAnsi="Arial" w:cs="Arial"/>
          <w:color w:val="000000" w:themeColor="text1"/>
          <w:sz w:val="22"/>
          <w:szCs w:val="22"/>
          <w:lang w:val="en-US"/>
        </w:rPr>
      </w:pPr>
      <w:r w:rsidRPr="00D823B1">
        <w:rPr>
          <w:rFonts w:ascii="Arial" w:hAnsi="Arial" w:cs="Arial"/>
          <w:color w:val="000000" w:themeColor="text1"/>
          <w:sz w:val="22"/>
          <w:szCs w:val="22"/>
          <w:lang w:val="en-US"/>
        </w:rPr>
        <w:t xml:space="preserve">Además está disponible </w:t>
      </w:r>
      <w:hyperlink r:id="rId9" w:history="1">
        <w:r w:rsidRPr="00D823B1">
          <w:rPr>
            <w:rStyle w:val="Hyperlink"/>
            <w:rFonts w:ascii="Arial" w:hAnsi="Arial" w:cs="Arial"/>
            <w:sz w:val="22"/>
            <w:szCs w:val="22"/>
            <w:lang w:val="en-US"/>
          </w:rPr>
          <w:t>otro perno</w:t>
        </w:r>
      </w:hyperlink>
      <w:r w:rsidRPr="00D823B1">
        <w:rPr>
          <w:rFonts w:ascii="Arial" w:hAnsi="Arial" w:cs="Arial"/>
          <w:color w:val="000000" w:themeColor="text1"/>
          <w:sz w:val="22"/>
          <w:szCs w:val="22"/>
          <w:lang w:val="en-US"/>
        </w:rPr>
        <w:t xml:space="preserve"> 27621-02 con ranura en que se utiliza un circlip según DIN 471. En el tercer </w:t>
      </w:r>
      <w:hyperlink r:id="rId10" w:history="1">
        <w:r w:rsidRPr="00D823B1">
          <w:rPr>
            <w:rStyle w:val="Hyperlink"/>
            <w:rFonts w:ascii="Arial" w:hAnsi="Arial" w:cs="Arial"/>
            <w:sz w:val="22"/>
            <w:szCs w:val="22"/>
            <w:lang w:val="en-US"/>
          </w:rPr>
          <w:t>nuevo perno</w:t>
        </w:r>
      </w:hyperlink>
      <w:r w:rsidRPr="00D823B1">
        <w:rPr>
          <w:rFonts w:ascii="Arial" w:hAnsi="Arial" w:cs="Arial"/>
          <w:color w:val="000000" w:themeColor="text1"/>
          <w:sz w:val="22"/>
          <w:szCs w:val="22"/>
          <w:lang w:val="en-US"/>
        </w:rPr>
        <w:t xml:space="preserve"> 27621-03, el seguro se realiza mediante una albura.</w:t>
      </w:r>
    </w:p>
    <w:p w14:paraId="7AD73CDA" w14:textId="77777777" w:rsidR="003E740E" w:rsidRPr="00D823B1" w:rsidRDefault="003E740E" w:rsidP="003E740E">
      <w:pPr>
        <w:spacing w:line="300" w:lineRule="auto"/>
        <w:rPr>
          <w:rFonts w:ascii="Arial" w:hAnsi="Arial" w:cs="Arial"/>
          <w:color w:val="000000" w:themeColor="text1"/>
          <w:sz w:val="22"/>
          <w:szCs w:val="22"/>
          <w:lang w:val="en-US"/>
        </w:rPr>
      </w:pPr>
    </w:p>
    <w:p w14:paraId="42458E2A" w14:textId="0B41B218" w:rsidR="003E740E" w:rsidRPr="00D823B1" w:rsidRDefault="00E1730B" w:rsidP="003E740E">
      <w:pPr>
        <w:spacing w:line="300" w:lineRule="auto"/>
        <w:rPr>
          <w:rFonts w:ascii="Arial" w:hAnsi="Arial" w:cs="Arial"/>
          <w:color w:val="000000" w:themeColor="text1"/>
          <w:sz w:val="22"/>
          <w:szCs w:val="22"/>
          <w:lang w:val="en-US"/>
        </w:rPr>
      </w:pPr>
      <w:r w:rsidRPr="00D823B1">
        <w:rPr>
          <w:rFonts w:ascii="Arial" w:hAnsi="Arial" w:cs="Arial"/>
          <w:color w:val="000000" w:themeColor="text1"/>
          <w:sz w:val="22"/>
          <w:szCs w:val="22"/>
          <w:lang w:val="en-US"/>
        </w:rPr>
        <w:t xml:space="preserve">En el área de las cabezas de horquilla, norelem ofrece con el número de artículo 27624-05 </w:t>
      </w:r>
      <w:hyperlink r:id="rId11" w:history="1">
        <w:r w:rsidRPr="00D823B1">
          <w:rPr>
            <w:rStyle w:val="Hyperlink"/>
            <w:rFonts w:ascii="Arial" w:hAnsi="Arial" w:cs="Arial"/>
            <w:sz w:val="22"/>
            <w:szCs w:val="22"/>
            <w:lang w:val="en-US"/>
          </w:rPr>
          <w:t>nuevos modelos</w:t>
        </w:r>
      </w:hyperlink>
      <w:r w:rsidRPr="00D823B1">
        <w:rPr>
          <w:rFonts w:ascii="Arial" w:hAnsi="Arial" w:cs="Arial"/>
          <w:color w:val="000000" w:themeColor="text1"/>
          <w:sz w:val="22"/>
          <w:szCs w:val="22"/>
          <w:lang w:val="en-US"/>
        </w:rPr>
        <w:t xml:space="preserve"> de acero o acero inoxidable con rosca exterior. También están disponibles </w:t>
      </w:r>
      <w:hyperlink r:id="rId12" w:history="1">
        <w:r w:rsidRPr="00D823B1">
          <w:rPr>
            <w:rStyle w:val="Hyperlink"/>
            <w:rFonts w:ascii="Arial" w:hAnsi="Arial" w:cs="Arial"/>
            <w:sz w:val="22"/>
            <w:szCs w:val="22"/>
            <w:lang w:val="en-US"/>
          </w:rPr>
          <w:t>piezas complementarias a juego de acero</w:t>
        </w:r>
      </w:hyperlink>
      <w:r w:rsidRPr="00D823B1">
        <w:rPr>
          <w:rFonts w:ascii="Arial" w:hAnsi="Arial" w:cs="Arial"/>
          <w:color w:val="000000" w:themeColor="text1"/>
          <w:sz w:val="22"/>
          <w:szCs w:val="22"/>
          <w:lang w:val="en-US"/>
        </w:rPr>
        <w:t xml:space="preserve">: se pueden combinar con cabezas y articulaciones de horquilla según DIN 71752. Estos productos sirven de unión cuando hay que compensar el desfase de orientación en una dirección. </w:t>
      </w:r>
    </w:p>
    <w:p w14:paraId="6D22D39F" w14:textId="473F18C4" w:rsidR="009A7549" w:rsidRPr="00D823B1" w:rsidRDefault="009A7549" w:rsidP="000B168F">
      <w:pPr>
        <w:spacing w:line="300" w:lineRule="auto"/>
        <w:rPr>
          <w:rFonts w:ascii="Arial" w:hAnsi="Arial" w:cs="Arial"/>
          <w:color w:val="000000"/>
          <w:sz w:val="22"/>
          <w:szCs w:val="22"/>
          <w:lang w:val="en-US"/>
        </w:rPr>
      </w:pPr>
    </w:p>
    <w:p w14:paraId="6C1D677B" w14:textId="29443B6F" w:rsidR="00351471" w:rsidRPr="00D823B1" w:rsidRDefault="00F51214" w:rsidP="00FD69D2">
      <w:pPr>
        <w:spacing w:line="300" w:lineRule="auto"/>
        <w:rPr>
          <w:rFonts w:ascii="Arial" w:hAnsi="Arial" w:cs="Arial"/>
          <w:sz w:val="22"/>
          <w:szCs w:val="22"/>
          <w:lang w:val="en-US"/>
        </w:rPr>
      </w:pPr>
      <w:r w:rsidRPr="00D823B1">
        <w:rPr>
          <w:rFonts w:ascii="Arial" w:hAnsi="Arial" w:cs="Arial"/>
          <w:sz w:val="22"/>
          <w:szCs w:val="22"/>
          <w:lang w:val="en-US"/>
        </w:rPr>
        <w:t>Caracter</w:t>
      </w:r>
      <w:r w:rsidR="00D823B1">
        <w:rPr>
          <w:rFonts w:ascii="Arial" w:hAnsi="Arial" w:cs="Arial"/>
          <w:sz w:val="22"/>
          <w:szCs w:val="22"/>
          <w:lang w:val="en-US"/>
        </w:rPr>
        <w:t>es con espacios en blanco: 1.196</w:t>
      </w:r>
    </w:p>
    <w:p w14:paraId="3F17C91A" w14:textId="77777777" w:rsidR="009A7549" w:rsidRDefault="009A7549" w:rsidP="00FD69D2">
      <w:pPr>
        <w:pStyle w:val="berschrift8"/>
        <w:spacing w:before="0" w:after="0" w:line="300" w:lineRule="auto"/>
        <w:rPr>
          <w:rFonts w:ascii="Arial" w:hAnsi="Arial" w:cs="Arial"/>
          <w:i w:val="0"/>
          <w:iCs w:val="0"/>
          <w:sz w:val="22"/>
          <w:szCs w:val="22"/>
          <w:lang w:val="en-US"/>
        </w:rPr>
      </w:pPr>
    </w:p>
    <w:p w14:paraId="39A8DD9A" w14:textId="77777777" w:rsidR="00D823B1" w:rsidRDefault="00D823B1" w:rsidP="00D823B1">
      <w:pPr>
        <w:rPr>
          <w:lang w:val="en-US"/>
        </w:rPr>
      </w:pPr>
    </w:p>
    <w:p w14:paraId="1E4A3357" w14:textId="77777777" w:rsidR="00D823B1" w:rsidRDefault="00D823B1" w:rsidP="00D823B1">
      <w:pPr>
        <w:rPr>
          <w:lang w:val="en-US"/>
        </w:rPr>
      </w:pPr>
    </w:p>
    <w:p w14:paraId="1FA054A5" w14:textId="77777777" w:rsidR="00D823B1" w:rsidRPr="00D823B1" w:rsidRDefault="00D823B1" w:rsidP="00D823B1">
      <w:pPr>
        <w:rPr>
          <w:lang w:val="en-US"/>
        </w:rPr>
      </w:pPr>
    </w:p>
    <w:p w14:paraId="0E8AC82F" w14:textId="77777777" w:rsidR="00FD69D2" w:rsidRPr="00D823B1" w:rsidRDefault="00FD69D2" w:rsidP="00FD69D2">
      <w:pPr>
        <w:rPr>
          <w:rFonts w:ascii="Arial" w:hAnsi="Arial" w:cs="Arial"/>
          <w:lang w:val="en-US"/>
        </w:rPr>
      </w:pPr>
    </w:p>
    <w:p w14:paraId="7D2E6F77" w14:textId="77777777" w:rsidR="009F6BD9" w:rsidRPr="00D823B1" w:rsidRDefault="009F6BD9" w:rsidP="00FD69D2">
      <w:pPr>
        <w:pStyle w:val="berschrift8"/>
        <w:spacing w:before="0" w:after="0" w:line="300" w:lineRule="auto"/>
        <w:rPr>
          <w:rFonts w:ascii="Arial" w:hAnsi="Arial" w:cs="Arial"/>
          <w:i w:val="0"/>
          <w:iCs w:val="0"/>
          <w:sz w:val="22"/>
          <w:szCs w:val="22"/>
          <w:lang w:val="en-US"/>
        </w:rPr>
      </w:pPr>
      <w:r w:rsidRPr="00D823B1">
        <w:rPr>
          <w:rFonts w:ascii="Arial" w:hAnsi="Arial" w:cs="Arial"/>
          <w:i w:val="0"/>
          <w:iCs w:val="0"/>
          <w:sz w:val="22"/>
          <w:szCs w:val="22"/>
          <w:lang w:val="en-US"/>
        </w:rPr>
        <w:lastRenderedPageBreak/>
        <w:t>Breve descripción de norelem Normelemente KG</w:t>
      </w:r>
    </w:p>
    <w:p w14:paraId="79771180" w14:textId="77777777" w:rsidR="00FD69D2" w:rsidRPr="00D823B1" w:rsidRDefault="00FD69D2" w:rsidP="00FD69D2">
      <w:pPr>
        <w:spacing w:line="300" w:lineRule="auto"/>
        <w:rPr>
          <w:rFonts w:ascii="Arial" w:hAnsi="Arial" w:cs="Arial"/>
          <w:sz w:val="22"/>
          <w:szCs w:val="22"/>
          <w:lang w:val="en-US"/>
        </w:rPr>
      </w:pPr>
      <w:r w:rsidRPr="00D823B1">
        <w:rPr>
          <w:rFonts w:ascii="Arial" w:hAnsi="Arial" w:cs="Arial"/>
          <w:sz w:val="22"/>
          <w:szCs w:val="22"/>
          <w:lang w:val="en-US"/>
        </w:rPr>
        <w:t>Todos los éxitos se basan en buenas ideas. Por eso, norelem le apoya con una selección sin igual de piezas estándar y componentes para que pueda poner en práctica todos sus proyectos y alcanzar sus metas en la construcción de máquinas, plantas e instalaciones. THE BIG GREEN BOOK ofrece a los constructores y técnicos un surtido completo, tan amplio como bien organizado, de piezas de alta calidad.</w:t>
      </w:r>
    </w:p>
    <w:p w14:paraId="67E763A5" w14:textId="7C3F7BCB" w:rsidR="00FD69D2" w:rsidRPr="00D823B1" w:rsidRDefault="00FD69D2" w:rsidP="00FD69D2">
      <w:pPr>
        <w:spacing w:line="300" w:lineRule="auto"/>
        <w:rPr>
          <w:rFonts w:ascii="Arial" w:hAnsi="Arial" w:cs="Arial"/>
          <w:sz w:val="22"/>
          <w:szCs w:val="22"/>
          <w:lang w:val="en-US"/>
        </w:rPr>
      </w:pPr>
      <w:r w:rsidRPr="00D823B1">
        <w:rPr>
          <w:rFonts w:ascii="Arial" w:hAnsi="Arial" w:cs="Arial"/>
          <w:sz w:val="22"/>
          <w:szCs w:val="22"/>
          <w:lang w:val="en-US"/>
        </w:rPr>
        <w:t>Le acompañamos en su proyecto desde el principio. Con un asesoramiento competente, una completa base de datos CAD y un rápido suministro. Desde hace 60 años norelem lleva creciendo con dinamismo en todos los aspectos, desde la ampliación continua de nuestra gama de productos hasta la optimización permanente de la logística.</w:t>
      </w:r>
    </w:p>
    <w:p w14:paraId="32E68C6E" w14:textId="77777777" w:rsidR="00FD69D2" w:rsidRPr="00D823B1" w:rsidRDefault="00FD69D2" w:rsidP="00FD69D2">
      <w:pPr>
        <w:spacing w:line="300" w:lineRule="auto"/>
        <w:rPr>
          <w:rFonts w:ascii="Arial" w:hAnsi="Arial" w:cs="Arial"/>
          <w:sz w:val="22"/>
          <w:szCs w:val="22"/>
          <w:lang w:val="en-US"/>
        </w:rPr>
      </w:pPr>
    </w:p>
    <w:p w14:paraId="51A6297B" w14:textId="77777777" w:rsidR="001E1753" w:rsidRPr="00D823B1" w:rsidRDefault="00FD69D2" w:rsidP="00FD69D2">
      <w:pPr>
        <w:spacing w:line="300" w:lineRule="auto"/>
        <w:rPr>
          <w:rFonts w:ascii="Arial" w:hAnsi="Arial" w:cs="Arial"/>
          <w:sz w:val="22"/>
          <w:szCs w:val="22"/>
          <w:lang w:val="en-US"/>
        </w:rPr>
      </w:pPr>
      <w:r w:rsidRPr="00D823B1">
        <w:rPr>
          <w:rFonts w:ascii="Arial" w:hAnsi="Arial" w:cs="Arial"/>
          <w:sz w:val="22"/>
          <w:szCs w:val="22"/>
          <w:lang w:val="en-US"/>
        </w:rPr>
        <w:t xml:space="preserve">Desde la sede central en Markgröningen y nuestras sedes internacionales desempeñamos un activo papel en la promoción de las nuevas generaciones mediante capacitaciones, formaciones y talleres. </w:t>
      </w:r>
    </w:p>
    <w:p w14:paraId="6E92457F" w14:textId="77777777" w:rsidR="00FD69D2" w:rsidRPr="00D823B1" w:rsidRDefault="00FD69D2" w:rsidP="00FD69D2">
      <w:pPr>
        <w:spacing w:line="300" w:lineRule="auto"/>
        <w:rPr>
          <w:rFonts w:ascii="Arial" w:hAnsi="Arial" w:cs="Arial"/>
          <w:sz w:val="22"/>
          <w:szCs w:val="22"/>
          <w:lang w:val="en-US"/>
        </w:rPr>
      </w:pPr>
    </w:p>
    <w:p w14:paraId="7C8115F7" w14:textId="1BAF34D3" w:rsidR="00832DAE" w:rsidRPr="00D823B1" w:rsidRDefault="001E1753" w:rsidP="00FD69D2">
      <w:pPr>
        <w:spacing w:line="300" w:lineRule="auto"/>
        <w:rPr>
          <w:rFonts w:ascii="Arial" w:hAnsi="Arial" w:cs="Arial"/>
          <w:color w:val="0000FF"/>
          <w:sz w:val="20"/>
          <w:szCs w:val="20"/>
          <w:lang w:val="en-US"/>
        </w:rPr>
      </w:pPr>
      <w:r w:rsidRPr="00D823B1">
        <w:rPr>
          <w:rFonts w:ascii="Arial" w:hAnsi="Arial" w:cs="Arial"/>
          <w:sz w:val="22"/>
          <w:szCs w:val="22"/>
          <w:lang w:val="en-US"/>
        </w:rPr>
        <w:t>Carac</w:t>
      </w:r>
      <w:r w:rsidR="00D823B1">
        <w:rPr>
          <w:rFonts w:ascii="Arial" w:hAnsi="Arial" w:cs="Arial"/>
          <w:sz w:val="22"/>
          <w:szCs w:val="22"/>
          <w:lang w:val="en-US"/>
        </w:rPr>
        <w:t>teres con espacios en blanco: 915</w:t>
      </w:r>
      <w:bookmarkStart w:id="0" w:name="_GoBack"/>
      <w:bookmarkEnd w:id="0"/>
    </w:p>
    <w:p w14:paraId="7F34963E" w14:textId="77777777" w:rsidR="00FD69D2" w:rsidRPr="00D823B1" w:rsidRDefault="00FD69D2" w:rsidP="00FD69D2">
      <w:pPr>
        <w:spacing w:line="300" w:lineRule="auto"/>
        <w:rPr>
          <w:rFonts w:ascii="Arial" w:hAnsi="Arial" w:cs="Arial"/>
          <w:color w:val="0000FF"/>
          <w:sz w:val="20"/>
          <w:szCs w:val="20"/>
          <w:lang w:val="en-US"/>
        </w:rPr>
      </w:pPr>
    </w:p>
    <w:p w14:paraId="1F74CFEC" w14:textId="77777777" w:rsidR="00FD69D2" w:rsidRPr="00D823B1" w:rsidRDefault="00FD69D2" w:rsidP="00FD69D2">
      <w:pPr>
        <w:spacing w:line="300" w:lineRule="auto"/>
        <w:rPr>
          <w:rFonts w:ascii="Arial" w:hAnsi="Arial" w:cs="Arial"/>
          <w:color w:val="0000FF"/>
          <w:sz w:val="20"/>
          <w:szCs w:val="20"/>
          <w:lang w:val="en-US"/>
        </w:rPr>
      </w:pPr>
    </w:p>
    <w:p w14:paraId="765341FF" w14:textId="64E053AB" w:rsidR="00AC357F" w:rsidRPr="00D823B1" w:rsidRDefault="00AC357F" w:rsidP="00FD69D2">
      <w:pPr>
        <w:spacing w:line="300" w:lineRule="auto"/>
        <w:rPr>
          <w:rFonts w:ascii="Arial" w:hAnsi="Arial" w:cs="Arial"/>
          <w:b/>
          <w:color w:val="000000"/>
          <w:sz w:val="22"/>
          <w:szCs w:val="22"/>
          <w:lang w:val="en-US"/>
        </w:rPr>
      </w:pPr>
    </w:p>
    <w:sectPr w:rsidR="00AC357F" w:rsidRPr="00D823B1" w:rsidSect="00051877">
      <w:headerReference w:type="default" r:id="rId13"/>
      <w:footerReference w:type="even" r:id="rId14"/>
      <w:footerReference w:type="default" r:id="rId15"/>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2024C" w14:textId="77777777" w:rsidR="00EC17F4" w:rsidRDefault="00EC17F4">
      <w:r>
        <w:separator/>
      </w:r>
    </w:p>
  </w:endnote>
  <w:endnote w:type="continuationSeparator" w:id="0">
    <w:p w14:paraId="0DE18C55" w14:textId="77777777" w:rsidR="00EC17F4" w:rsidRDefault="00EC1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EC17F4">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C4A5E" w14:textId="77777777" w:rsidR="00EC17F4" w:rsidRDefault="00EC17F4">
      <w:r>
        <w:separator/>
      </w:r>
    </w:p>
  </w:footnote>
  <w:footnote w:type="continuationSeparator" w:id="0">
    <w:p w14:paraId="318022C8" w14:textId="77777777" w:rsidR="00EC17F4" w:rsidRDefault="00EC17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Pr="00D823B1"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D823B1">
      <w:rPr>
        <w:rFonts w:ascii="Arial" w:hAnsi="Arial"/>
        <w:color w:val="000000"/>
        <w:sz w:val="20"/>
        <w:szCs w:val="20"/>
        <w:lang w:val="en-US"/>
      </w:rPr>
      <w:t>norelem Ibérica S.L.</w:t>
    </w:r>
  </w:p>
  <w:p w14:paraId="386EA44A" w14:textId="77777777" w:rsidR="00051877" w:rsidRPr="00D823B1"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D823B1">
      <w:rPr>
        <w:rFonts w:ascii="Arial" w:hAnsi="Arial"/>
        <w:color w:val="000000"/>
        <w:sz w:val="20"/>
        <w:szCs w:val="20"/>
        <w:lang w:val="en-US"/>
      </w:rPr>
      <w:t>c/ Osona, 2</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08820 El Prat de Llobregat</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+34 935 227 521</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info@norelem.es</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www.norelem.es</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4CA95939"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r>
      <w:rPr>
        <w:rFonts w:ascii="Arial" w:hAnsi="Arial" w:cs="Arial"/>
        <w:color w:val="000000"/>
      </w:rPr>
      <w:t>08 2019</w:t>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0EBB"/>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261F"/>
    <w:rsid w:val="001334C2"/>
    <w:rsid w:val="00136C0C"/>
    <w:rsid w:val="00144B1A"/>
    <w:rsid w:val="0014561A"/>
    <w:rsid w:val="001464FA"/>
    <w:rsid w:val="00147148"/>
    <w:rsid w:val="00153CDD"/>
    <w:rsid w:val="0015442A"/>
    <w:rsid w:val="00154ADB"/>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1D2C"/>
    <w:rsid w:val="001C5CDA"/>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9E8"/>
    <w:rsid w:val="00293B16"/>
    <w:rsid w:val="00293DF9"/>
    <w:rsid w:val="002A31D3"/>
    <w:rsid w:val="002A4AB4"/>
    <w:rsid w:val="002A728B"/>
    <w:rsid w:val="002B00D6"/>
    <w:rsid w:val="002B1B89"/>
    <w:rsid w:val="002B3CE2"/>
    <w:rsid w:val="002B49D5"/>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1015A"/>
    <w:rsid w:val="00312ABD"/>
    <w:rsid w:val="00317840"/>
    <w:rsid w:val="00317C78"/>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97E"/>
    <w:rsid w:val="00350B48"/>
    <w:rsid w:val="00351471"/>
    <w:rsid w:val="00353F4E"/>
    <w:rsid w:val="0035424A"/>
    <w:rsid w:val="00354F8D"/>
    <w:rsid w:val="00355A7E"/>
    <w:rsid w:val="00356331"/>
    <w:rsid w:val="003621E4"/>
    <w:rsid w:val="00363EEC"/>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40E"/>
    <w:rsid w:val="003E7A7F"/>
    <w:rsid w:val="003F07FC"/>
    <w:rsid w:val="003F348C"/>
    <w:rsid w:val="003F4356"/>
    <w:rsid w:val="003F4BD9"/>
    <w:rsid w:val="003F696E"/>
    <w:rsid w:val="003F7472"/>
    <w:rsid w:val="00403713"/>
    <w:rsid w:val="00404DF2"/>
    <w:rsid w:val="00405E18"/>
    <w:rsid w:val="00406C52"/>
    <w:rsid w:val="00407069"/>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15E62"/>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98A"/>
    <w:rsid w:val="006A2468"/>
    <w:rsid w:val="006A3DB1"/>
    <w:rsid w:val="006A43FF"/>
    <w:rsid w:val="006B0D97"/>
    <w:rsid w:val="006B10FB"/>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05021"/>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32AF"/>
    <w:rsid w:val="0087543C"/>
    <w:rsid w:val="0088102A"/>
    <w:rsid w:val="00881BD0"/>
    <w:rsid w:val="00883674"/>
    <w:rsid w:val="00884397"/>
    <w:rsid w:val="00884548"/>
    <w:rsid w:val="00891B7A"/>
    <w:rsid w:val="0089412C"/>
    <w:rsid w:val="0089422C"/>
    <w:rsid w:val="008955C3"/>
    <w:rsid w:val="0089572E"/>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2534E"/>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7BC2"/>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4471"/>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0F8B"/>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965"/>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80A3C"/>
    <w:rsid w:val="00D823B1"/>
    <w:rsid w:val="00D82AAD"/>
    <w:rsid w:val="00D8398A"/>
    <w:rsid w:val="00D84294"/>
    <w:rsid w:val="00D85472"/>
    <w:rsid w:val="00D86A49"/>
    <w:rsid w:val="00D875DE"/>
    <w:rsid w:val="00D90341"/>
    <w:rsid w:val="00D90960"/>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2226"/>
    <w:rsid w:val="00E03A87"/>
    <w:rsid w:val="00E062FD"/>
    <w:rsid w:val="00E066F8"/>
    <w:rsid w:val="00E06E03"/>
    <w:rsid w:val="00E1174D"/>
    <w:rsid w:val="00E12612"/>
    <w:rsid w:val="00E13C56"/>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4759"/>
    <w:rsid w:val="00EB625A"/>
    <w:rsid w:val="00EC0930"/>
    <w:rsid w:val="00EC17F4"/>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es/es/es/Productos/Vista-general-de-producto/Sistemas-y-componentes-para-la-construcci%C3%B3n-de-plantas-y-m%C3%A1quinas/27000-Articulaciones-de-horquilla-V%C3%A1stagos-articulados-Articulaciones-angulares-Juntas-articuladas-axiales-Elementos-de-ajuste-de-altura-Pies-articulados-Pie-regulables-Tapones-roscados-Pies-de-montaje-Bisagras/V%C3%A1stagos-articulados/27621-01-Perno-con-ranura-para-bloqueo-de-%C3%A1rbol-adecuado-para-cabezas-de-horquilla.html?search_keywords=27621-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elem.es/es/es/Productos/Vista-general-de-producto/Sistemas-y-componentes-para-la-construcci%C3%B3n-de-plantas-y-m%C3%A1quinas/27000-Articulaciones-de-horquilla-V%C3%A1stagos-articulados-Articulaciones-angulares-Juntas-articuladas-axiales-Elementos-de-ajuste-de-altura-Pies-articulados-Pie-regulables-Tapones-roscados-Pies-de-montaje-Bisagras/Articulaciones-de-horquilla/27624-10-Contrapiezas-de-cabeza-de-horquilla-de-acero.html?search_keywords=27624-1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elem.es/es/es/Productos/Vista-general-de-producto/Sistemas-y-componentes-para-la-construcci%C3%B3n-de-plantas-y-m%C3%A1quinas/27000-Articulaciones-de-horquilla-V%C3%A1stagos-articulados-Articulaciones-angulares-Juntas-articuladas-axiales-Elementos-de-ajuste-de-altura-Pies-articulados-Pie-regulables-Tapones-roscados-Pies-de-montaje-Bisagras/Articulaciones-de-horquilla/27624-05-Cabezas-de-horquilla-de-acero-o-acero-inoxidable-con-rosca-exterior.html?search_keywords=27624-0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orelem.es/es/es/Productos/Vista-general-de-producto/Sistemas-y-componentes-para-la-construcci%C3%B3n-de-plantas-y-m%C3%A1quinas/27000-Articulaciones-de-horquilla-V%C3%A1stagos-articulados-Articulaciones-angulares-Juntas-articuladas-axiales-Elementos-de-ajuste-de-altura-Pies-articulados-Pie-regulables-Tapones-roscados-Pies-de-montaje-Bisagras/V%C3%A1stagos-articulados/27621-03-Perno-con-agujero-para-chaveta-partida-adecuado-para-cabezas-de-horquilla.html?search_keywords=27621-03" TargetMode="External"/><Relationship Id="rId4" Type="http://schemas.openxmlformats.org/officeDocument/2006/relationships/settings" Target="settings.xml"/><Relationship Id="rId9" Type="http://schemas.openxmlformats.org/officeDocument/2006/relationships/hyperlink" Target="https://www.norelem.es/es/es/Productos/Vista-general-de-producto/Sistemas-y-componentes-para-la-construcci%C3%B3n-de-plantas-y-m%C3%A1quinas/27000-Articulaciones-de-horquilla-V%C3%A1stagos-articulados-Articulaciones-angulares-Juntas-articuladas-axiales-Elementos-de-ajuste-de-altura-Pies-articulados-Pie-regulables-Tapones-roscados-Pies-de-montaje-Bisagras/V%C3%A1stagos-articulados/27621-02-Perno-con-ranura-para-circlip-adecuado-para-cabezas-de-horquilla.html?search_keywords=27621-0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9942F-0A2E-4880-80AD-2AB1DBB6B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75B8E49B.dotm</Template>
  <TotalTime>0</TotalTime>
  <Pages>2</Pages>
  <Words>660</Words>
  <Characters>4158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5</cp:revision>
  <cp:lastPrinted>2018-10-04T11:08:00Z</cp:lastPrinted>
  <dcterms:created xsi:type="dcterms:W3CDTF">2019-08-06T12:01:00Z</dcterms:created>
  <dcterms:modified xsi:type="dcterms:W3CDTF">2019-10-16T12:22:00Z</dcterms:modified>
</cp:coreProperties>
</file>